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FC1ED6" w:rsidRPr="002A7B3B" w:rsidRDefault="0033062A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-228600</wp:posOffset>
                </wp:positionV>
                <wp:extent cx="4914900" cy="800100"/>
                <wp:effectExtent l="0" t="0" r="381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Pr="00F32B64" w:rsidRDefault="00F95C7C" w:rsidP="0084585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2B6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B5285A" w:rsidRPr="00F32B6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 w:rsidRPr="00F32B64">
                              <w:rPr>
                                <w:b/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F95C7C" w:rsidRDefault="00F95C7C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Pr="005B18C0" w:rsidRDefault="00F95C7C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3pt;margin-top:-18pt;width:38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wutQIAALo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" filled="f" stroked="f">
                <v:textbox>
                  <w:txbxContent>
                    <w:p w:rsidR="00F95C7C" w:rsidRPr="00F32B64" w:rsidRDefault="00F95C7C" w:rsidP="0084585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32B64">
                        <w:rPr>
                          <w:b/>
                          <w:sz w:val="28"/>
                          <w:szCs w:val="28"/>
                        </w:rPr>
                        <w:t xml:space="preserve">Cegléd Város </w:t>
                      </w:r>
                      <w:r w:rsidR="00B5285A" w:rsidRPr="00F32B64">
                        <w:rPr>
                          <w:b/>
                          <w:sz w:val="28"/>
                          <w:szCs w:val="28"/>
                        </w:rPr>
                        <w:t xml:space="preserve">Önkormányzatának </w:t>
                      </w:r>
                      <w:r w:rsidRPr="00F32B64">
                        <w:rPr>
                          <w:b/>
                          <w:sz w:val="28"/>
                          <w:szCs w:val="28"/>
                        </w:rPr>
                        <w:t>Polgármesterétől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F95C7C" w:rsidRDefault="00F95C7C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Pr="005B18C0" w:rsidRDefault="00F95C7C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A6A36">
        <w:t xml:space="preserve"> </w:t>
      </w:r>
    </w:p>
    <w:p w:rsidR="00A86A5A" w:rsidRPr="002A7B3B" w:rsidRDefault="0033062A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9005"/>
                <wp:effectExtent l="0" t="0" r="635" b="444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33062A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7075" cy="838200"/>
                                  <wp:effectExtent l="0" t="0" r="0" b="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7075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" filled="f" stroked="f">
                <v:textbox style="mso-fit-shape-to-text:t">
                  <w:txbxContent>
                    <w:p w:rsidR="00F95C7C" w:rsidRDefault="0033062A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7075" cy="838200"/>
                            <wp:effectExtent l="0" t="0" r="0" b="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7075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A86A5A" w:rsidP="00A86A5A"/>
    <w:p w:rsidR="00A86A5A" w:rsidRPr="002A7B3B" w:rsidRDefault="0033062A" w:rsidP="00A86A5A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-2224</wp:posOffset>
                </wp:positionH>
                <wp:positionV relativeFrom="paragraph">
                  <wp:posOffset>44197</wp:posOffset>
                </wp:positionV>
                <wp:extent cx="5766890" cy="3506"/>
                <wp:effectExtent l="0" t="0" r="24765" b="3492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6890" cy="350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75ED9"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3.5pt" to="453.9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"/>
            </w:pict>
          </mc:Fallback>
        </mc:AlternateContent>
      </w:r>
    </w:p>
    <w:p w:rsidR="00857E43" w:rsidRPr="00D55337" w:rsidRDefault="006C5DDE" w:rsidP="00D55337">
      <w:pPr>
        <w:tabs>
          <w:tab w:val="left" w:pos="4678"/>
        </w:tabs>
        <w:ind w:left="4820" w:hanging="4820"/>
        <w:jc w:val="both"/>
        <w:rPr>
          <w:sz w:val="22"/>
          <w:szCs w:val="22"/>
        </w:rPr>
      </w:pPr>
      <w:r w:rsidRPr="00D55337">
        <w:rPr>
          <w:b/>
          <w:sz w:val="22"/>
          <w:szCs w:val="22"/>
        </w:rPr>
        <w:t>Ügyiratszám:</w:t>
      </w:r>
      <w:r w:rsidR="0046183B" w:rsidRPr="00D55337">
        <w:rPr>
          <w:b/>
          <w:sz w:val="22"/>
          <w:szCs w:val="22"/>
        </w:rPr>
        <w:t xml:space="preserve"> </w:t>
      </w:r>
      <w:r w:rsidR="00CD14C6" w:rsidRPr="00D55337">
        <w:rPr>
          <w:sz w:val="22"/>
          <w:szCs w:val="22"/>
        </w:rPr>
        <w:t>C</w:t>
      </w:r>
      <w:r w:rsidR="0046183B" w:rsidRPr="00D55337">
        <w:rPr>
          <w:b/>
          <w:sz w:val="22"/>
          <w:szCs w:val="22"/>
        </w:rPr>
        <w:t>/</w:t>
      </w:r>
      <w:r w:rsidR="00DF44BD">
        <w:rPr>
          <w:sz w:val="22"/>
          <w:szCs w:val="22"/>
        </w:rPr>
        <w:t>1252</w:t>
      </w:r>
      <w:r w:rsidR="00637CD1" w:rsidRPr="00D55337">
        <w:rPr>
          <w:sz w:val="22"/>
          <w:szCs w:val="22"/>
        </w:rPr>
        <w:t>/20</w:t>
      </w:r>
      <w:r w:rsidR="00CD14C6" w:rsidRPr="00D55337">
        <w:rPr>
          <w:sz w:val="22"/>
          <w:szCs w:val="22"/>
        </w:rPr>
        <w:t>2</w:t>
      </w:r>
      <w:r w:rsidR="00DF44BD">
        <w:rPr>
          <w:sz w:val="22"/>
          <w:szCs w:val="22"/>
        </w:rPr>
        <w:t>5</w:t>
      </w:r>
      <w:r w:rsidR="00637CD1" w:rsidRPr="00D55337">
        <w:rPr>
          <w:sz w:val="22"/>
          <w:szCs w:val="22"/>
        </w:rPr>
        <w:t>.</w:t>
      </w:r>
      <w:r w:rsidRPr="00D55337">
        <w:rPr>
          <w:sz w:val="22"/>
          <w:szCs w:val="22"/>
        </w:rPr>
        <w:tab/>
      </w:r>
      <w:r w:rsidR="00D55337">
        <w:rPr>
          <w:sz w:val="22"/>
          <w:szCs w:val="22"/>
        </w:rPr>
        <w:t>Tárgy: Ceglédi Hírmondó felelős kiadói feladatai</w:t>
      </w:r>
    </w:p>
    <w:p w:rsidR="00164B62" w:rsidRDefault="00BF56F4" w:rsidP="00115CA5">
      <w:pPr>
        <w:tabs>
          <w:tab w:val="left" w:pos="5245"/>
        </w:tabs>
        <w:jc w:val="both"/>
        <w:rPr>
          <w:sz w:val="22"/>
          <w:szCs w:val="22"/>
        </w:rPr>
      </w:pPr>
      <w:r>
        <w:rPr>
          <w:sz w:val="22"/>
          <w:szCs w:val="22"/>
        </w:rPr>
        <w:t>Ügyintéző: Jáger Mária vezető-főtanácsos</w:t>
      </w:r>
    </w:p>
    <w:p w:rsidR="009B3CD6" w:rsidRPr="00AC700D" w:rsidRDefault="009B3CD6" w:rsidP="009C7028">
      <w:pPr>
        <w:tabs>
          <w:tab w:val="left" w:pos="540"/>
          <w:tab w:val="left" w:pos="8364"/>
        </w:tabs>
        <w:spacing w:before="360"/>
        <w:jc w:val="center"/>
        <w:rPr>
          <w:b/>
        </w:rPr>
      </w:pPr>
      <w:r w:rsidRPr="00AC700D">
        <w:rPr>
          <w:b/>
        </w:rPr>
        <w:t>ELŐTERJESZTÉS</w:t>
      </w:r>
    </w:p>
    <w:p w:rsidR="00C068A7" w:rsidRDefault="009B3CD6" w:rsidP="009B3CD6">
      <w:pPr>
        <w:jc w:val="center"/>
      </w:pPr>
      <w:r w:rsidRPr="00AC700D">
        <w:t>Cegléd Város Önkor</w:t>
      </w:r>
      <w:r w:rsidR="00C068A7">
        <w:t>mányzata Képviselő-testületének</w:t>
      </w:r>
    </w:p>
    <w:p w:rsidR="009B3CD6" w:rsidRPr="00AC700D" w:rsidRDefault="009B3CD6" w:rsidP="009B3CD6">
      <w:pPr>
        <w:jc w:val="center"/>
      </w:pPr>
      <w:r w:rsidRPr="00AC700D">
        <w:t>20</w:t>
      </w:r>
      <w:r w:rsidR="00115CA5">
        <w:t>2</w:t>
      </w:r>
      <w:r w:rsidR="00DF44BD">
        <w:t>5</w:t>
      </w:r>
      <w:r w:rsidRPr="00AC700D">
        <w:t xml:space="preserve">. </w:t>
      </w:r>
      <w:r w:rsidR="00DF44BD">
        <w:t>októ</w:t>
      </w:r>
      <w:r w:rsidR="00D5315B">
        <w:t>ber</w:t>
      </w:r>
      <w:r w:rsidR="00115CA5">
        <w:t xml:space="preserve"> </w:t>
      </w:r>
      <w:r w:rsidR="00DF44BD">
        <w:t>16</w:t>
      </w:r>
      <w:r w:rsidR="00115CA5">
        <w:t>-</w:t>
      </w:r>
      <w:r w:rsidR="00DF44BD">
        <w:t>a</w:t>
      </w:r>
      <w:r w:rsidRPr="00AC700D">
        <w:t xml:space="preserve">i </w:t>
      </w:r>
      <w:r w:rsidR="00C068A7">
        <w:t xml:space="preserve">nyilvános </w:t>
      </w:r>
      <w:r w:rsidRPr="00AC700D">
        <w:t>ülésére</w:t>
      </w:r>
    </w:p>
    <w:p w:rsidR="009B3CD6" w:rsidRPr="00AC700D" w:rsidRDefault="009B3CD6" w:rsidP="009B3CD6">
      <w:pPr>
        <w:jc w:val="center"/>
        <w:rPr>
          <w:b/>
        </w:rPr>
      </w:pPr>
    </w:p>
    <w:p w:rsidR="009B3CD6" w:rsidRPr="00AC700D" w:rsidRDefault="009B3CD6" w:rsidP="009B3CD6">
      <w:pPr>
        <w:jc w:val="center"/>
        <w:outlineLvl w:val="0"/>
        <w:rPr>
          <w:b/>
        </w:rPr>
      </w:pPr>
      <w:r w:rsidRPr="00AC700D">
        <w:rPr>
          <w:b/>
        </w:rPr>
        <w:t>Tisztelt Képviselő-testület!</w:t>
      </w:r>
    </w:p>
    <w:p w:rsidR="000A6A36" w:rsidRDefault="000A6A36" w:rsidP="00C129A5">
      <w:pPr>
        <w:tabs>
          <w:tab w:val="left" w:pos="4860"/>
        </w:tabs>
        <w:spacing w:before="360"/>
        <w:jc w:val="both"/>
      </w:pPr>
      <w:r w:rsidRPr="000A6A36">
        <w:rPr>
          <w:b/>
        </w:rPr>
        <w:t>Emlékeztető</w:t>
      </w:r>
      <w:r>
        <w:t>:</w:t>
      </w:r>
    </w:p>
    <w:p w:rsidR="00CE1EB7" w:rsidRDefault="000A6A36" w:rsidP="00D55337">
      <w:pPr>
        <w:tabs>
          <w:tab w:val="left" w:pos="4860"/>
        </w:tabs>
        <w:spacing w:before="120"/>
        <w:jc w:val="both"/>
      </w:pPr>
      <w:r>
        <w:t xml:space="preserve">A Képviselő-testület </w:t>
      </w:r>
      <w:r w:rsidR="00DF44BD">
        <w:t>tavaly novemberben</w:t>
      </w:r>
      <w:r w:rsidR="003D0BF6">
        <w:t xml:space="preserve"> meghozott </w:t>
      </w:r>
      <w:r w:rsidR="00DF44BD">
        <w:t>347/2024. (X</w:t>
      </w:r>
      <w:r w:rsidR="003D0BF6">
        <w:t>I. 2</w:t>
      </w:r>
      <w:r w:rsidR="00DF44BD">
        <w:t>1</w:t>
      </w:r>
      <w:r w:rsidR="003D0BF6">
        <w:t>.) Ök. határozatával</w:t>
      </w:r>
      <w:r w:rsidR="00DF44BD">
        <w:t xml:space="preserve"> 2025</w:t>
      </w:r>
      <w:r w:rsidR="00D55337">
        <w:t>. december 31-ig hosszabbította meg a</w:t>
      </w:r>
      <w:r w:rsidR="003D0BF6">
        <w:t>z</w:t>
      </w:r>
      <w:r w:rsidR="00D55337">
        <w:t xml:space="preserve"> önkormányzat 100 %-os tulajdonában lévő </w:t>
      </w:r>
      <w:r w:rsidR="00F31CFC">
        <w:t>Ceglédi TV Közhasznú Nonprofit Kft. (Cegléd, Teleki u. 12.</w:t>
      </w:r>
      <w:r w:rsidR="003D0BF6">
        <w:t>, képviseli: Pap Zsolt ügyvezető, a továbbiakban: CTV</w:t>
      </w:r>
      <w:r w:rsidR="00F31CFC">
        <w:t xml:space="preserve">) </w:t>
      </w:r>
      <w:r w:rsidR="00CE1EB7">
        <w:t>megbízás</w:t>
      </w:r>
      <w:r w:rsidR="00D55337">
        <w:t>á</w:t>
      </w:r>
      <w:r w:rsidR="00CE1EB7">
        <w:t xml:space="preserve">t a Ceglédi Hírmondó felelős kiadói és főszerkesztői, valamint előállítási és terjesztési feladatainak ellátására, havi </w:t>
      </w:r>
      <w:r w:rsidR="00DF44BD">
        <w:t>700</w:t>
      </w:r>
      <w:r w:rsidR="00CE1EB7">
        <w:t>.000,- Ft + ÁFA díjazás ellenében.</w:t>
      </w:r>
    </w:p>
    <w:p w:rsidR="004D71AE" w:rsidRDefault="00D55337" w:rsidP="00CE1EB7">
      <w:pPr>
        <w:tabs>
          <w:tab w:val="left" w:pos="4860"/>
        </w:tabs>
        <w:spacing w:before="120"/>
        <w:jc w:val="both"/>
      </w:pPr>
      <w:r>
        <w:t xml:space="preserve">A megbízás határideje rövidesen </w:t>
      </w:r>
      <w:r w:rsidR="004D3956">
        <w:t>lejár</w:t>
      </w:r>
      <w:r w:rsidR="00DF44BD">
        <w:t xml:space="preserve">. Tekintettel arra, hogy a jelenlegi cégstruktúra keretében a </w:t>
      </w:r>
      <w:r w:rsidR="003D0BF6">
        <w:t xml:space="preserve">CTV </w:t>
      </w:r>
      <w:r w:rsidR="00DF44BD">
        <w:t>vezető tisztségviselője</w:t>
      </w:r>
      <w:r w:rsidR="003D0BF6">
        <w:t xml:space="preserve"> </w:t>
      </w:r>
      <w:r w:rsidR="00DF44BD">
        <w:t>is további egy év ügyvezetői megbízást kapott, j</w:t>
      </w:r>
      <w:r w:rsidR="004D71AE">
        <w:t xml:space="preserve">avasolom a </w:t>
      </w:r>
      <w:r w:rsidR="00DF44BD">
        <w:t xml:space="preserve">Ceglédi Hírmondót érintő </w:t>
      </w:r>
      <w:r w:rsidR="004D71AE">
        <w:t xml:space="preserve">megbízás időtartamának </w:t>
      </w:r>
      <w:r w:rsidR="00DF44BD">
        <w:t>ugyancsak egy évvel való meghosszabbítását. A</w:t>
      </w:r>
      <w:r w:rsidR="0051145B">
        <w:t xml:space="preserve"> </w:t>
      </w:r>
      <w:r w:rsidR="00DF44BD">
        <w:t xml:space="preserve">díjazást a </w:t>
      </w:r>
      <w:r w:rsidR="0051145B">
        <w:t>202</w:t>
      </w:r>
      <w:r w:rsidR="00DF44BD">
        <w:t>6. évi költségvetésben javasolom megállapítani.</w:t>
      </w:r>
    </w:p>
    <w:p w:rsidR="004657F3" w:rsidRPr="008C28A3" w:rsidRDefault="00456560" w:rsidP="004657F3">
      <w:pPr>
        <w:tabs>
          <w:tab w:val="num" w:pos="360"/>
          <w:tab w:val="left" w:pos="851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</w:pPr>
      <w:r w:rsidRPr="008C28A3">
        <w:t xml:space="preserve">Az előterjesztést </w:t>
      </w:r>
      <w:r w:rsidR="008C28A3" w:rsidRPr="008C28A3">
        <w:rPr>
          <w:b/>
        </w:rPr>
        <w:t>a Gazdasági</w:t>
      </w:r>
      <w:r w:rsidR="00DF44BD">
        <w:rPr>
          <w:b/>
        </w:rPr>
        <w:t>,</w:t>
      </w:r>
      <w:r w:rsidR="00124964">
        <w:rPr>
          <w:b/>
        </w:rPr>
        <w:t xml:space="preserve"> valamint</w:t>
      </w:r>
      <w:r w:rsidR="00DF44BD">
        <w:rPr>
          <w:b/>
        </w:rPr>
        <w:t xml:space="preserve"> a Humán</w:t>
      </w:r>
      <w:r w:rsidR="00124964">
        <w:rPr>
          <w:b/>
        </w:rPr>
        <w:t xml:space="preserve"> </w:t>
      </w:r>
      <w:r w:rsidR="00561F08" w:rsidRPr="008C28A3">
        <w:rPr>
          <w:b/>
        </w:rPr>
        <w:t>Bizottság</w:t>
      </w:r>
      <w:r w:rsidRPr="008C28A3">
        <w:rPr>
          <w:b/>
        </w:rPr>
        <w:t xml:space="preserve"> </w:t>
      </w:r>
      <w:r w:rsidR="005A022D" w:rsidRPr="008C28A3">
        <w:t>véleményezi</w:t>
      </w:r>
      <w:r w:rsidR="004657F3" w:rsidRPr="008C28A3">
        <w:t>.</w:t>
      </w:r>
      <w:r w:rsidR="005A022D" w:rsidRPr="008C28A3">
        <w:t xml:space="preserve"> </w:t>
      </w:r>
      <w:r w:rsidR="004657F3" w:rsidRPr="008C28A3">
        <w:t xml:space="preserve">A </w:t>
      </w:r>
      <w:r w:rsidR="00DF44BD">
        <w:t>bizottságok</w:t>
      </w:r>
      <w:r w:rsidR="004657F3" w:rsidRPr="008C28A3">
        <w:t xml:space="preserve"> véleménye – jegyzőkönyvi kivonat formájában – a Képviselő-testület ülésén, helyben osztott anyagként kerül ismertetésre.</w:t>
      </w:r>
    </w:p>
    <w:p w:rsidR="00456560" w:rsidRPr="00456560" w:rsidRDefault="00456560" w:rsidP="004657F3">
      <w:pPr>
        <w:tabs>
          <w:tab w:val="left" w:pos="993"/>
          <w:tab w:val="left" w:pos="6804"/>
        </w:tabs>
        <w:spacing w:before="240"/>
        <w:jc w:val="both"/>
      </w:pPr>
      <w:r w:rsidRPr="008C28A3">
        <w:t xml:space="preserve">A döntéshozatal Magyarország helyi önkormányzatairól szóló 2011. évi CLXXXIX. törvény (Mötv.) 46. § (1) bekezdése alapján, a (2) bekezdésben foglaltakra figyelemmel </w:t>
      </w:r>
      <w:r w:rsidRPr="008C28A3">
        <w:rPr>
          <w:b/>
        </w:rPr>
        <w:t>nyilvános</w:t>
      </w:r>
      <w:r w:rsidRPr="008C28A3">
        <w:t xml:space="preserve"> ülés keretében, a KT. SzMSz </w:t>
      </w:r>
      <w:r w:rsidR="008C28A3" w:rsidRPr="008C28A3">
        <w:t>59</w:t>
      </w:r>
      <w:r w:rsidRPr="008C28A3">
        <w:t xml:space="preserve">. § </w:t>
      </w:r>
      <w:r w:rsidR="008C28A3" w:rsidRPr="008C28A3">
        <w:t>3.</w:t>
      </w:r>
      <w:r w:rsidR="00C70083" w:rsidRPr="008C28A3">
        <w:t xml:space="preserve"> pontja alapján</w:t>
      </w:r>
      <w:r w:rsidRPr="008C28A3">
        <w:t xml:space="preserve"> </w:t>
      </w:r>
      <w:r w:rsidR="00C70083" w:rsidRPr="008C28A3">
        <w:rPr>
          <w:b/>
        </w:rPr>
        <w:t>minősített</w:t>
      </w:r>
      <w:r w:rsidRPr="008C28A3">
        <w:t xml:space="preserve"> szavazati arányt igényel.</w:t>
      </w:r>
    </w:p>
    <w:p w:rsidR="00456560" w:rsidRPr="00456560" w:rsidRDefault="00456560" w:rsidP="00456560">
      <w:pPr>
        <w:tabs>
          <w:tab w:val="left" w:pos="4860"/>
        </w:tabs>
        <w:jc w:val="both"/>
      </w:pPr>
    </w:p>
    <w:p w:rsidR="00456560" w:rsidRPr="00456560" w:rsidRDefault="00456560" w:rsidP="00456560">
      <w:pPr>
        <w:tabs>
          <w:tab w:val="left" w:pos="851"/>
        </w:tabs>
        <w:ind w:right="-1"/>
        <w:jc w:val="both"/>
      </w:pPr>
      <w:r w:rsidRPr="00456560">
        <w:t>Cegléd, 202</w:t>
      </w:r>
      <w:r w:rsidR="00DF44BD">
        <w:t>5</w:t>
      </w:r>
      <w:r w:rsidRPr="00456560">
        <w:t xml:space="preserve">. </w:t>
      </w:r>
      <w:r w:rsidR="00DF44BD">
        <w:t>október</w:t>
      </w:r>
      <w:r w:rsidR="004D71AE">
        <w:t xml:space="preserve"> </w:t>
      </w:r>
      <w:r w:rsidR="00561F08">
        <w:t>3</w:t>
      </w:r>
      <w:r w:rsidRPr="00456560">
        <w:t>.</w:t>
      </w:r>
    </w:p>
    <w:p w:rsidR="00456560" w:rsidRPr="00456560" w:rsidRDefault="00456560" w:rsidP="00456560">
      <w:pPr>
        <w:tabs>
          <w:tab w:val="left" w:pos="851"/>
        </w:tabs>
        <w:ind w:right="-1"/>
        <w:jc w:val="right"/>
      </w:pPr>
      <w:r w:rsidRPr="00456560">
        <w:t>Dr. Csáky András</w:t>
      </w:r>
    </w:p>
    <w:p w:rsidR="00456560" w:rsidRPr="00456560" w:rsidRDefault="00456560" w:rsidP="00F3144B">
      <w:pPr>
        <w:tabs>
          <w:tab w:val="left" w:pos="851"/>
        </w:tabs>
        <w:ind w:right="140"/>
        <w:jc w:val="right"/>
      </w:pPr>
      <w:r w:rsidRPr="00456560">
        <w:t>polgármester</w:t>
      </w:r>
    </w:p>
    <w:p w:rsidR="009F0578" w:rsidRDefault="009F0578" w:rsidP="00651B7C">
      <w:pPr>
        <w:spacing w:after="120"/>
        <w:ind w:right="-1"/>
        <w:jc w:val="center"/>
      </w:pPr>
    </w:p>
    <w:p w:rsidR="009F0578" w:rsidRDefault="009F0578" w:rsidP="009F0578">
      <w:pPr>
        <w:spacing w:after="120"/>
        <w:ind w:right="-1"/>
        <w:jc w:val="both"/>
      </w:pPr>
      <w:r>
        <w:t>Láttam:</w:t>
      </w:r>
    </w:p>
    <w:p w:rsidR="009F0578" w:rsidRDefault="009F0578" w:rsidP="009F0578">
      <w:pPr>
        <w:ind w:left="851" w:right="-1"/>
        <w:jc w:val="both"/>
      </w:pPr>
      <w:r>
        <w:t>Hegedűs Ágota</w:t>
      </w:r>
    </w:p>
    <w:p w:rsidR="009F0578" w:rsidRDefault="009F0578" w:rsidP="009F0578">
      <w:pPr>
        <w:ind w:left="851" w:right="-1"/>
        <w:jc w:val="both"/>
      </w:pPr>
      <w:r>
        <w:t>alpolgármester</w:t>
      </w:r>
    </w:p>
    <w:p w:rsidR="00132E36" w:rsidRDefault="00F67222" w:rsidP="00651B7C">
      <w:pPr>
        <w:spacing w:after="120"/>
        <w:ind w:right="-1"/>
        <w:jc w:val="center"/>
      </w:pPr>
      <w:r>
        <w:t>-------</w:t>
      </w:r>
    </w:p>
    <w:p w:rsidR="009C7028" w:rsidRDefault="009C7028" w:rsidP="00651B7C">
      <w:pPr>
        <w:spacing w:after="120"/>
        <w:ind w:right="-1"/>
        <w:jc w:val="center"/>
        <w:sectPr w:rsidR="009C7028" w:rsidSect="009C7028">
          <w:footerReference w:type="default" r:id="rId9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33062A" w:rsidRDefault="0033062A" w:rsidP="0033062A">
      <w:pPr>
        <w:tabs>
          <w:tab w:val="left" w:pos="851"/>
        </w:tabs>
        <w:ind w:right="-1"/>
        <w:jc w:val="center"/>
      </w:pPr>
      <w:r>
        <w:lastRenderedPageBreak/>
        <w:t>HATÁROZATI JAVASLAT</w:t>
      </w:r>
    </w:p>
    <w:p w:rsidR="0033062A" w:rsidRPr="00BF7E05" w:rsidRDefault="0033062A" w:rsidP="00AD4128">
      <w:pPr>
        <w:tabs>
          <w:tab w:val="left" w:pos="851"/>
        </w:tabs>
        <w:spacing w:before="120"/>
        <w:ind w:right="-1"/>
        <w:jc w:val="both"/>
      </w:pPr>
      <w:r w:rsidRPr="00E04180">
        <w:rPr>
          <w:b/>
        </w:rPr>
        <w:t>Cegléd Város Önkormányzatának Képviselő-testülete</w:t>
      </w:r>
      <w:r w:rsidR="001F26B5">
        <w:rPr>
          <w:b/>
        </w:rPr>
        <w:t xml:space="preserve"> – </w:t>
      </w:r>
      <w:r w:rsidR="001F26B5" w:rsidRPr="00BF7E05">
        <w:rPr>
          <w:i/>
        </w:rPr>
        <w:t xml:space="preserve">a Képviselő-testület és szervei szervezeti és működési szabályzatáról </w:t>
      </w:r>
      <w:r w:rsidR="001F26B5" w:rsidRPr="008C28A3">
        <w:rPr>
          <w:i/>
        </w:rPr>
        <w:t xml:space="preserve">szóló </w:t>
      </w:r>
      <w:r w:rsidR="008C28A3" w:rsidRPr="008C28A3">
        <w:rPr>
          <w:i/>
        </w:rPr>
        <w:t>21/2024. (XI</w:t>
      </w:r>
      <w:r w:rsidR="001F26B5" w:rsidRPr="008C28A3">
        <w:rPr>
          <w:i/>
        </w:rPr>
        <w:t xml:space="preserve">. </w:t>
      </w:r>
      <w:r w:rsidR="008C28A3" w:rsidRPr="008C28A3">
        <w:rPr>
          <w:i/>
        </w:rPr>
        <w:t>12</w:t>
      </w:r>
      <w:r w:rsidR="001F26B5" w:rsidRPr="008C28A3">
        <w:rPr>
          <w:i/>
        </w:rPr>
        <w:t>.) önkormányzati rendelet</w:t>
      </w:r>
      <w:r w:rsidR="001F26B5" w:rsidRPr="008C28A3">
        <w:t xml:space="preserve"> </w:t>
      </w:r>
      <w:r w:rsidR="008C28A3" w:rsidRPr="008C28A3">
        <w:t>9</w:t>
      </w:r>
      <w:r w:rsidR="00BF7E05" w:rsidRPr="008C28A3">
        <w:t>. § (</w:t>
      </w:r>
      <w:r w:rsidR="008C28A3" w:rsidRPr="008C28A3">
        <w:t>1</w:t>
      </w:r>
      <w:r w:rsidR="00BF7E05" w:rsidRPr="008C28A3">
        <w:t>)</w:t>
      </w:r>
      <w:r w:rsidR="008C28A3">
        <w:t>-</w:t>
      </w:r>
      <w:r w:rsidR="008C28A3" w:rsidRPr="008C28A3">
        <w:t>(4)</w:t>
      </w:r>
      <w:r w:rsidR="008C28A3">
        <w:t xml:space="preserve"> </w:t>
      </w:r>
      <w:r w:rsidR="00BF7E05" w:rsidRPr="00BF7E05">
        <w:t>bekezdés</w:t>
      </w:r>
      <w:r w:rsidR="008C28A3">
        <w:t>ei</w:t>
      </w:r>
      <w:r w:rsidR="00BF7E05" w:rsidRPr="00BF7E05">
        <w:t>re figyelemmel</w:t>
      </w:r>
    </w:p>
    <w:p w:rsidR="00BF7E05" w:rsidRDefault="001F26B5" w:rsidP="0006341A">
      <w:pPr>
        <w:pStyle w:val="Listaszerbekezds"/>
        <w:numPr>
          <w:ilvl w:val="0"/>
          <w:numId w:val="48"/>
        </w:numPr>
        <w:tabs>
          <w:tab w:val="left" w:pos="851"/>
        </w:tabs>
        <w:spacing w:before="120"/>
        <w:ind w:left="0" w:right="-1" w:firstLine="360"/>
        <w:jc w:val="both"/>
        <w:rPr>
          <w:i/>
        </w:rPr>
      </w:pPr>
      <w:r>
        <w:t xml:space="preserve">Meghosszabbítja </w:t>
      </w:r>
      <w:r w:rsidR="00BF7E05">
        <w:t>202</w:t>
      </w:r>
      <w:r w:rsidR="009F0578">
        <w:t>6</w:t>
      </w:r>
      <w:r w:rsidR="00BF7E05">
        <w:t xml:space="preserve">. </w:t>
      </w:r>
      <w:r w:rsidR="00561F08">
        <w:t>december</w:t>
      </w:r>
      <w:r w:rsidR="00EF16C8">
        <w:t xml:space="preserve"> 3</w:t>
      </w:r>
      <w:r w:rsidR="00561F08">
        <w:t>1</w:t>
      </w:r>
      <w:r w:rsidR="00BF7E05">
        <w:t xml:space="preserve">. napjáig </w:t>
      </w:r>
      <w:r>
        <w:t xml:space="preserve">a </w:t>
      </w:r>
      <w:r w:rsidR="00BF7E05">
        <w:t>Ceglédi Hírmondó felelős kiadói és főszerkesztői, valamint előállítási és terjesztési feladataira irányuló - a 111/2023. (III. 21.) Ök. határozat 3. pontjában rögzített – megbízását a Ceglédi TV Egyszemélyes Közhasznú Nonprofit Korlátolt Felelősségű Társasággal (</w:t>
      </w:r>
      <w:r w:rsidR="00BF7E05" w:rsidRPr="004D3956">
        <w:rPr>
          <w:i/>
        </w:rPr>
        <w:t>2700 Cegléd, Teleki u. 12., adószáma: 18674815-2-13, képviseli: Pap Zsolt ügyvezető).</w:t>
      </w:r>
    </w:p>
    <w:p w:rsidR="009F0578" w:rsidRPr="009F0578" w:rsidRDefault="009F0578" w:rsidP="00BC0E9D">
      <w:pPr>
        <w:pStyle w:val="Listaszerbekezds"/>
        <w:numPr>
          <w:ilvl w:val="0"/>
          <w:numId w:val="48"/>
        </w:numPr>
        <w:tabs>
          <w:tab w:val="left" w:pos="851"/>
        </w:tabs>
        <w:spacing w:before="120" w:after="120"/>
        <w:ind w:right="-1"/>
        <w:jc w:val="both"/>
      </w:pPr>
      <w:r>
        <w:t>A feladat ellenértékét Cegléd Város Önkormányzata 2026. évi költségvetésében állapítja meg azzal a kitétellel, hogy az nem lehet alacsonyabb a 2025-ben érvényes, 347/2024. (XI. 21.) Ök. határozattal megállapított mértéknél.</w:t>
      </w:r>
    </w:p>
    <w:p w:rsidR="00DD361C" w:rsidRDefault="00BF7E05" w:rsidP="00BF7E05">
      <w:pPr>
        <w:pStyle w:val="Listaszerbekezds"/>
        <w:numPr>
          <w:ilvl w:val="0"/>
          <w:numId w:val="48"/>
        </w:numPr>
        <w:tabs>
          <w:tab w:val="left" w:pos="851"/>
        </w:tabs>
        <w:spacing w:before="120"/>
        <w:ind w:right="-1"/>
        <w:jc w:val="both"/>
      </w:pPr>
      <w:r>
        <w:t>Felhatalmazza</w:t>
      </w:r>
      <w:r w:rsidR="00DD361C">
        <w:t xml:space="preserve"> a Polgármestert arra, hogy</w:t>
      </w:r>
    </w:p>
    <w:p w:rsidR="00DD361C" w:rsidRPr="00EF16C8" w:rsidRDefault="00BF7E05" w:rsidP="00DD361C">
      <w:pPr>
        <w:tabs>
          <w:tab w:val="left" w:pos="851"/>
        </w:tabs>
        <w:spacing w:before="120" w:after="120"/>
        <w:ind w:right="-1" w:firstLine="426"/>
        <w:jc w:val="both"/>
      </w:pPr>
      <w:r>
        <w:rPr>
          <w:b/>
        </w:rPr>
        <w:t>2</w:t>
      </w:r>
      <w:r w:rsidR="00DD361C" w:rsidRPr="009571D3">
        <w:rPr>
          <w:b/>
        </w:rPr>
        <w:t>.1.</w:t>
      </w:r>
      <w:r w:rsidR="00DD361C">
        <w:t xml:space="preserve"> gondoskodjon </w:t>
      </w:r>
      <w:r w:rsidR="009F0578">
        <w:t xml:space="preserve">kellő időben </w:t>
      </w:r>
      <w:r w:rsidR="00DD361C">
        <w:t>a Ceglédi TV Közhasznú Nonprofit Kft-vel a Ceglédi Hírmondó nyomtatott sajtótermék kiadói, főszerkesztői, előállítási és terjesztési, valamint digitális másolata közzétételének feladatai ellátás</w:t>
      </w:r>
      <w:r w:rsidR="00EF16C8">
        <w:t xml:space="preserve">ra vonatkozó, </w:t>
      </w:r>
      <w:r w:rsidR="00DD361C">
        <w:t>20</w:t>
      </w:r>
      <w:r>
        <w:t>23</w:t>
      </w:r>
      <w:r w:rsidR="00DD361C">
        <w:t xml:space="preserve">. </w:t>
      </w:r>
      <w:r w:rsidR="00EF16C8">
        <w:t>április</w:t>
      </w:r>
      <w:r w:rsidR="00DD361C">
        <w:t xml:space="preserve"> </w:t>
      </w:r>
      <w:r w:rsidR="00EF16C8">
        <w:t>13</w:t>
      </w:r>
      <w:r w:rsidR="00DD361C">
        <w:t xml:space="preserve">-án kelt </w:t>
      </w:r>
      <w:r w:rsidR="009F0578">
        <w:t xml:space="preserve">pénzügyi </w:t>
      </w:r>
      <w:r w:rsidR="00EF16C8">
        <w:t xml:space="preserve">megállapodás </w:t>
      </w:r>
      <w:r w:rsidR="00EF16C8" w:rsidRPr="00EF16C8">
        <w:t xml:space="preserve">érvényességi időtartamának </w:t>
      </w:r>
      <w:r w:rsidR="00EF16C8">
        <w:t xml:space="preserve">1. pont szerinti </w:t>
      </w:r>
      <w:r w:rsidR="00EF16C8" w:rsidRPr="00EF16C8">
        <w:t xml:space="preserve">módosításáról </w:t>
      </w:r>
      <w:r w:rsidR="00EF16C8">
        <w:t xml:space="preserve">azzal a </w:t>
      </w:r>
      <w:r w:rsidR="00561F08">
        <w:t>további kitétellel</w:t>
      </w:r>
      <w:r w:rsidR="00EF16C8">
        <w:t xml:space="preserve">, hogy </w:t>
      </w:r>
    </w:p>
    <w:p w:rsidR="00DD361C" w:rsidRDefault="00EF16C8" w:rsidP="00DD361C">
      <w:pPr>
        <w:tabs>
          <w:tab w:val="left" w:pos="851"/>
        </w:tabs>
        <w:ind w:right="-1" w:firstLine="426"/>
        <w:jc w:val="both"/>
      </w:pPr>
      <w:r>
        <w:rPr>
          <w:b/>
        </w:rPr>
        <w:t>2</w:t>
      </w:r>
      <w:r w:rsidR="00DD361C" w:rsidRPr="009571D3">
        <w:rPr>
          <w:b/>
        </w:rPr>
        <w:t>.2.</w:t>
      </w:r>
      <w:r w:rsidR="00DD361C">
        <w:t xml:space="preserve"> az alapító nevében eljárva</w:t>
      </w:r>
      <w:r w:rsidR="004657F3">
        <w:t xml:space="preserve"> -</w:t>
      </w:r>
      <w:r w:rsidR="00DD361C">
        <w:t xml:space="preserve"> szükség esetén </w:t>
      </w:r>
      <w:r w:rsidR="004657F3">
        <w:t xml:space="preserve">- </w:t>
      </w:r>
      <w:r w:rsidR="00DD361C">
        <w:t>gondoskodjon a Ceglédi Hírmondó, mint bejelentett sajtótermék nyilvántartásban szereplő adatiban bekövetkezett változásnak a Nemzeti Média- és Hírközlési Hatóság Hivatalánál törvényi határidőben való bejelentéséről.</w:t>
      </w:r>
    </w:p>
    <w:p w:rsidR="0033062A" w:rsidRDefault="0033062A" w:rsidP="00BF7E05">
      <w:pPr>
        <w:pStyle w:val="Listaszerbekezds"/>
        <w:numPr>
          <w:ilvl w:val="0"/>
          <w:numId w:val="48"/>
        </w:numPr>
        <w:tabs>
          <w:tab w:val="left" w:pos="851"/>
        </w:tabs>
        <w:spacing w:before="120"/>
        <w:ind w:left="0" w:right="-1" w:firstLine="360"/>
        <w:jc w:val="both"/>
      </w:pPr>
      <w:r>
        <w:t>Utasítja a Ceglédi Közös Önkormányzati Hivatalt a szükséges intézkedések megtételére.</w:t>
      </w:r>
    </w:p>
    <w:p w:rsidR="0033062A" w:rsidRPr="00DF0112" w:rsidRDefault="0033062A" w:rsidP="00380C35">
      <w:pPr>
        <w:tabs>
          <w:tab w:val="left" w:pos="851"/>
          <w:tab w:val="left" w:pos="5812"/>
        </w:tabs>
        <w:spacing w:before="120"/>
        <w:ind w:left="360" w:right="-1" w:hanging="360"/>
        <w:jc w:val="both"/>
      </w:pPr>
      <w:r w:rsidRPr="00DF0112">
        <w:rPr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tab/>
      </w:r>
      <w:r w:rsidRPr="00DF0112">
        <w:rPr>
          <w:u w:val="single"/>
        </w:rPr>
        <w:t>Felelős</w:t>
      </w:r>
      <w:r>
        <w:t>: dr. Csáky András polgármester</w:t>
      </w:r>
    </w:p>
    <w:p w:rsidR="00124BC2" w:rsidRDefault="00124BC2" w:rsidP="00124BC2">
      <w:pPr>
        <w:tabs>
          <w:tab w:val="left" w:pos="851"/>
        </w:tabs>
        <w:ind w:right="-1"/>
        <w:jc w:val="both"/>
        <w:rPr>
          <w:sz w:val="20"/>
          <w:szCs w:val="20"/>
          <w:u w:val="single"/>
        </w:rPr>
      </w:pPr>
    </w:p>
    <w:p w:rsidR="00124BC2" w:rsidRPr="00857E43" w:rsidRDefault="00124BC2" w:rsidP="00124BC2">
      <w:pPr>
        <w:tabs>
          <w:tab w:val="left" w:pos="851"/>
        </w:tabs>
        <w:ind w:right="-1"/>
        <w:jc w:val="both"/>
        <w:rPr>
          <w:sz w:val="20"/>
          <w:szCs w:val="20"/>
          <w:u w:val="single"/>
        </w:rPr>
      </w:pPr>
      <w:r w:rsidRPr="00857E43">
        <w:rPr>
          <w:sz w:val="20"/>
          <w:szCs w:val="20"/>
          <w:u w:val="single"/>
        </w:rPr>
        <w:t>A határozatról értesülnek:</w:t>
      </w:r>
    </w:p>
    <w:p w:rsidR="00124BC2" w:rsidRPr="00857E43" w:rsidRDefault="00124BC2" w:rsidP="00124BC2">
      <w:pPr>
        <w:tabs>
          <w:tab w:val="left" w:pos="851"/>
        </w:tabs>
        <w:ind w:right="-1"/>
        <w:jc w:val="both"/>
        <w:rPr>
          <w:sz w:val="20"/>
          <w:szCs w:val="20"/>
        </w:rPr>
      </w:pPr>
      <w:r w:rsidRPr="00857E43">
        <w:rPr>
          <w:sz w:val="20"/>
          <w:szCs w:val="20"/>
        </w:rPr>
        <w:t>1</w:t>
      </w:r>
      <w:r>
        <w:rPr>
          <w:sz w:val="20"/>
          <w:szCs w:val="20"/>
        </w:rPr>
        <w:t>. Ügyintéző</w:t>
      </w:r>
      <w:r w:rsidRPr="00857E43">
        <w:rPr>
          <w:sz w:val="20"/>
          <w:szCs w:val="20"/>
        </w:rPr>
        <w:t xml:space="preserve"> és általa:</w:t>
      </w:r>
    </w:p>
    <w:p w:rsidR="00124BC2" w:rsidRDefault="00124BC2" w:rsidP="00124BC2">
      <w:pPr>
        <w:tabs>
          <w:tab w:val="left" w:pos="851"/>
        </w:tabs>
        <w:ind w:right="-1"/>
        <w:jc w:val="both"/>
        <w:rPr>
          <w:sz w:val="20"/>
          <w:szCs w:val="20"/>
        </w:rPr>
      </w:pPr>
      <w:r w:rsidRPr="00857E43">
        <w:rPr>
          <w:sz w:val="20"/>
          <w:szCs w:val="20"/>
        </w:rPr>
        <w:t xml:space="preserve">2. </w:t>
      </w:r>
      <w:r>
        <w:rPr>
          <w:sz w:val="20"/>
          <w:szCs w:val="20"/>
        </w:rPr>
        <w:t>Ceglédi TV Nonprofit Közhasznú Társaság</w:t>
      </w:r>
    </w:p>
    <w:p w:rsidR="00124BC2" w:rsidRPr="00857E43" w:rsidRDefault="00124BC2" w:rsidP="00124BC2">
      <w:pPr>
        <w:tabs>
          <w:tab w:val="left" w:pos="851"/>
        </w:tabs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3. Panoráma Média Kft.</w:t>
      </w:r>
    </w:p>
    <w:p w:rsidR="00124BC2" w:rsidRPr="00857E43" w:rsidRDefault="00124BC2" w:rsidP="00124BC2">
      <w:pPr>
        <w:tabs>
          <w:tab w:val="left" w:pos="851"/>
        </w:tabs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857E43">
        <w:rPr>
          <w:sz w:val="20"/>
          <w:szCs w:val="20"/>
        </w:rPr>
        <w:t>. Ceglédi KÖH Pénzügyi Iroda helyben</w:t>
      </w:r>
    </w:p>
    <w:p w:rsidR="00124BC2" w:rsidRDefault="00124BC2" w:rsidP="00124BC2">
      <w:pPr>
        <w:tabs>
          <w:tab w:val="left" w:pos="851"/>
        </w:tabs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Pr="00857E43">
        <w:rPr>
          <w:sz w:val="20"/>
          <w:szCs w:val="20"/>
        </w:rPr>
        <w:t>. Irattár</w:t>
      </w:r>
    </w:p>
    <w:p w:rsidR="009951D3" w:rsidRDefault="00124BC2" w:rsidP="009951D3">
      <w:pPr>
        <w:tabs>
          <w:tab w:val="left" w:pos="851"/>
        </w:tabs>
        <w:ind w:right="-1"/>
        <w:jc w:val="center"/>
        <w:rPr>
          <w:sz w:val="20"/>
          <w:szCs w:val="20"/>
        </w:rPr>
      </w:pPr>
      <w:r>
        <w:rPr>
          <w:sz w:val="20"/>
          <w:szCs w:val="20"/>
        </w:rPr>
        <w:t>---------</w:t>
      </w:r>
    </w:p>
    <w:p w:rsidR="00E82372" w:rsidRPr="009951D3" w:rsidRDefault="00E82372" w:rsidP="009951D3">
      <w:pPr>
        <w:tabs>
          <w:tab w:val="left" w:pos="851"/>
        </w:tabs>
        <w:ind w:right="-1"/>
        <w:jc w:val="both"/>
      </w:pPr>
      <w:r w:rsidRPr="009951D3">
        <w:t>Az előterjesztést láttam:</w:t>
      </w:r>
    </w:p>
    <w:p w:rsidR="00E82372" w:rsidRPr="009951D3" w:rsidRDefault="00E82372" w:rsidP="00E82372">
      <w:pPr>
        <w:tabs>
          <w:tab w:val="left" w:pos="2340"/>
        </w:tabs>
        <w:ind w:right="-1"/>
        <w:jc w:val="both"/>
      </w:pPr>
      <w:r w:rsidRPr="009951D3">
        <w:tab/>
        <w:t>Dr. Diósgyőri Gitta</w:t>
      </w:r>
    </w:p>
    <w:p w:rsidR="00115CA5" w:rsidRPr="00E82372" w:rsidRDefault="0033062A" w:rsidP="004657F3">
      <w:pPr>
        <w:ind w:left="2410" w:right="-1"/>
        <w:jc w:val="both"/>
      </w:pPr>
      <w:r w:rsidRPr="009951D3">
        <w:t>címzetes fő</w:t>
      </w:r>
      <w:r w:rsidR="004657F3">
        <w:t>jegyző</w:t>
      </w:r>
    </w:p>
    <w:sectPr w:rsidR="00115CA5" w:rsidRPr="00E82372" w:rsidSect="00115CA5">
      <w:pgSz w:w="11906" w:h="16838"/>
      <w:pgMar w:top="1134" w:right="1134" w:bottom="1134" w:left="1134" w:header="708" w:footer="6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4DF" w:rsidRDefault="00C644DF">
      <w:r>
        <w:separator/>
      </w:r>
    </w:p>
  </w:endnote>
  <w:endnote w:type="continuationSeparator" w:id="0">
    <w:p w:rsidR="00C644DF" w:rsidRDefault="00C6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-Times-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BC2" w:rsidRPr="009C7028" w:rsidRDefault="00124BC2" w:rsidP="00CC028D">
    <w:pPr>
      <w:pStyle w:val="llb"/>
      <w:framePr w:wrap="around" w:vAnchor="text" w:hAnchor="margin" w:xAlign="right" w:y="1"/>
      <w:jc w:val="right"/>
      <w:rPr>
        <w:rStyle w:val="Oldalszm"/>
        <w:sz w:val="20"/>
        <w:szCs w:val="20"/>
      </w:rPr>
    </w:pPr>
    <w:r w:rsidRPr="009C7028">
      <w:rPr>
        <w:rStyle w:val="Oldalszm"/>
        <w:sz w:val="20"/>
        <w:szCs w:val="20"/>
      </w:rPr>
      <w:fldChar w:fldCharType="begin"/>
    </w:r>
    <w:r w:rsidRPr="009C7028">
      <w:rPr>
        <w:rStyle w:val="Oldalszm"/>
        <w:sz w:val="20"/>
        <w:szCs w:val="20"/>
      </w:rPr>
      <w:instrText xml:space="preserve">PAGE  </w:instrText>
    </w:r>
    <w:r w:rsidRPr="009C7028">
      <w:rPr>
        <w:rStyle w:val="Oldalszm"/>
        <w:sz w:val="20"/>
        <w:szCs w:val="20"/>
      </w:rPr>
      <w:fldChar w:fldCharType="separate"/>
    </w:r>
    <w:r w:rsidR="00124964">
      <w:rPr>
        <w:rStyle w:val="Oldalszm"/>
        <w:noProof/>
        <w:sz w:val="20"/>
        <w:szCs w:val="20"/>
      </w:rPr>
      <w:t>2</w:t>
    </w:r>
    <w:r w:rsidRPr="009C7028">
      <w:rPr>
        <w:rStyle w:val="Oldalszm"/>
        <w:sz w:val="20"/>
        <w:szCs w:val="20"/>
      </w:rPr>
      <w:fldChar w:fldCharType="end"/>
    </w:r>
    <w:r w:rsidRPr="009C7028">
      <w:rPr>
        <w:rStyle w:val="Oldalszm"/>
        <w:sz w:val="20"/>
        <w:szCs w:val="20"/>
      </w:rPr>
      <w:t>/</w:t>
    </w:r>
    <w:r w:rsidR="004657F3">
      <w:rPr>
        <w:rStyle w:val="Oldalszm"/>
        <w:sz w:val="20"/>
        <w:szCs w:val="20"/>
      </w:rPr>
      <w:t>2</w:t>
    </w:r>
  </w:p>
  <w:p w:rsidR="00124BC2" w:rsidRPr="009C7028" w:rsidRDefault="00124BC2" w:rsidP="00FF7619">
    <w:pPr>
      <w:pStyle w:val="llb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4DF" w:rsidRDefault="00C644DF">
      <w:r>
        <w:separator/>
      </w:r>
    </w:p>
  </w:footnote>
  <w:footnote w:type="continuationSeparator" w:id="0">
    <w:p w:rsidR="00C644DF" w:rsidRDefault="00C6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44280"/>
    <w:multiLevelType w:val="hybridMultilevel"/>
    <w:tmpl w:val="BB8212F4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078AF"/>
    <w:multiLevelType w:val="hybridMultilevel"/>
    <w:tmpl w:val="53F0A83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E95CB5"/>
    <w:multiLevelType w:val="hybridMultilevel"/>
    <w:tmpl w:val="DE0CEC54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3950B3"/>
    <w:multiLevelType w:val="hybridMultilevel"/>
    <w:tmpl w:val="85601644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E3521"/>
    <w:multiLevelType w:val="hybridMultilevel"/>
    <w:tmpl w:val="DE0CEC54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FD7C16"/>
    <w:multiLevelType w:val="multilevel"/>
    <w:tmpl w:val="E6FCE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2547552A"/>
    <w:multiLevelType w:val="hybridMultilevel"/>
    <w:tmpl w:val="6EDA2D4C"/>
    <w:lvl w:ilvl="0" w:tplc="348C608C">
      <w:start w:val="1"/>
      <w:numFmt w:val="bullet"/>
      <w:lvlText w:val="-"/>
      <w:lvlJc w:val="left"/>
      <w:pPr>
        <w:ind w:left="56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7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4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6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364" w:hanging="360"/>
      </w:pPr>
      <w:rPr>
        <w:rFonts w:ascii="Wingdings" w:hAnsi="Wingdings" w:hint="default"/>
      </w:rPr>
    </w:lvl>
  </w:abstractNum>
  <w:abstractNum w:abstractNumId="12" w15:restartNumberingAfterBreak="0">
    <w:nsid w:val="2C1B3B74"/>
    <w:multiLevelType w:val="hybridMultilevel"/>
    <w:tmpl w:val="85601644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A47D81"/>
    <w:multiLevelType w:val="multilevel"/>
    <w:tmpl w:val="2EBAF5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624420A"/>
    <w:multiLevelType w:val="hybridMultilevel"/>
    <w:tmpl w:val="F98E7E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B6EC8"/>
    <w:multiLevelType w:val="hybridMultilevel"/>
    <w:tmpl w:val="51884506"/>
    <w:lvl w:ilvl="0" w:tplc="0E262514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636417"/>
    <w:multiLevelType w:val="multilevel"/>
    <w:tmpl w:val="2EBAF5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17E4B56"/>
    <w:multiLevelType w:val="hybridMultilevel"/>
    <w:tmpl w:val="3D24067C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2F2B91"/>
    <w:multiLevelType w:val="hybridMultilevel"/>
    <w:tmpl w:val="85601644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1466AA"/>
    <w:multiLevelType w:val="hybridMultilevel"/>
    <w:tmpl w:val="A1EA2928"/>
    <w:lvl w:ilvl="0" w:tplc="3646AD3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83E1A"/>
    <w:multiLevelType w:val="hybridMultilevel"/>
    <w:tmpl w:val="6ABE8E9E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126B5"/>
    <w:multiLevelType w:val="hybridMultilevel"/>
    <w:tmpl w:val="499A233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F42F4"/>
    <w:multiLevelType w:val="hybridMultilevel"/>
    <w:tmpl w:val="1212B3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2913CE8"/>
    <w:multiLevelType w:val="hybridMultilevel"/>
    <w:tmpl w:val="88E43616"/>
    <w:lvl w:ilvl="0" w:tplc="79006A8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BD7060"/>
    <w:multiLevelType w:val="hybridMultilevel"/>
    <w:tmpl w:val="3D24067C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C65AC"/>
    <w:multiLevelType w:val="hybridMultilevel"/>
    <w:tmpl w:val="7686777E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71509E"/>
    <w:multiLevelType w:val="hybridMultilevel"/>
    <w:tmpl w:val="019AA7C6"/>
    <w:lvl w:ilvl="0" w:tplc="A4446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E22D8C"/>
    <w:multiLevelType w:val="hybridMultilevel"/>
    <w:tmpl w:val="0E5ADAB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1440D8"/>
    <w:multiLevelType w:val="hybridMultilevel"/>
    <w:tmpl w:val="A58C74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4D420C"/>
    <w:multiLevelType w:val="hybridMultilevel"/>
    <w:tmpl w:val="B936C3F2"/>
    <w:lvl w:ilvl="0" w:tplc="14AC8C8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41" w15:restartNumberingAfterBreak="0">
    <w:nsid w:val="7542299C"/>
    <w:multiLevelType w:val="hybridMultilevel"/>
    <w:tmpl w:val="43B4D7D8"/>
    <w:lvl w:ilvl="0" w:tplc="48EE649C">
      <w:start w:val="1"/>
      <w:numFmt w:val="lowerRoman"/>
      <w:lvlText w:val="%1)"/>
      <w:lvlJc w:val="left"/>
      <w:pPr>
        <w:ind w:left="1146" w:hanging="72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58536A7"/>
    <w:multiLevelType w:val="hybridMultilevel"/>
    <w:tmpl w:val="85601644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796C66C7"/>
    <w:multiLevelType w:val="hybridMultilevel"/>
    <w:tmpl w:val="2612D298"/>
    <w:lvl w:ilvl="0" w:tplc="A712C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46"/>
  </w:num>
  <w:num w:numId="4">
    <w:abstractNumId w:val="21"/>
  </w:num>
  <w:num w:numId="5">
    <w:abstractNumId w:val="6"/>
  </w:num>
  <w:num w:numId="6">
    <w:abstractNumId w:val="47"/>
  </w:num>
  <w:num w:numId="7">
    <w:abstractNumId w:val="32"/>
  </w:num>
  <w:num w:numId="8">
    <w:abstractNumId w:val="17"/>
  </w:num>
  <w:num w:numId="9">
    <w:abstractNumId w:val="2"/>
  </w:num>
  <w:num w:numId="10">
    <w:abstractNumId w:val="23"/>
  </w:num>
  <w:num w:numId="11">
    <w:abstractNumId w:val="29"/>
  </w:num>
  <w:num w:numId="12">
    <w:abstractNumId w:val="9"/>
  </w:num>
  <w:num w:numId="13">
    <w:abstractNumId w:val="43"/>
  </w:num>
  <w:num w:numId="14">
    <w:abstractNumId w:val="3"/>
  </w:num>
  <w:num w:numId="15">
    <w:abstractNumId w:val="45"/>
  </w:num>
  <w:num w:numId="16">
    <w:abstractNumId w:val="19"/>
  </w:num>
  <w:num w:numId="17">
    <w:abstractNumId w:val="13"/>
  </w:num>
  <w:num w:numId="18">
    <w:abstractNumId w:val="39"/>
  </w:num>
  <w:num w:numId="19">
    <w:abstractNumId w:val="1"/>
  </w:num>
  <w:num w:numId="20">
    <w:abstractNumId w:val="40"/>
  </w:num>
  <w:num w:numId="21">
    <w:abstractNumId w:val="37"/>
  </w:num>
  <w:num w:numId="22">
    <w:abstractNumId w:val="10"/>
  </w:num>
  <w:num w:numId="23">
    <w:abstractNumId w:val="27"/>
  </w:num>
  <w:num w:numId="24">
    <w:abstractNumId w:val="44"/>
  </w:num>
  <w:num w:numId="25">
    <w:abstractNumId w:val="35"/>
  </w:num>
  <w:num w:numId="26">
    <w:abstractNumId w:val="38"/>
  </w:num>
  <w:num w:numId="27">
    <w:abstractNumId w:val="15"/>
  </w:num>
  <w:num w:numId="28">
    <w:abstractNumId w:val="4"/>
  </w:num>
  <w:num w:numId="29">
    <w:abstractNumId w:val="36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1"/>
  </w:num>
  <w:num w:numId="32">
    <w:abstractNumId w:val="34"/>
  </w:num>
  <w:num w:numId="33">
    <w:abstractNumId w:val="30"/>
  </w:num>
  <w:num w:numId="34">
    <w:abstractNumId w:val="28"/>
  </w:num>
  <w:num w:numId="35">
    <w:abstractNumId w:val="14"/>
  </w:num>
  <w:num w:numId="36">
    <w:abstractNumId w:val="26"/>
  </w:num>
  <w:num w:numId="37">
    <w:abstractNumId w:val="11"/>
  </w:num>
  <w:num w:numId="38">
    <w:abstractNumId w:val="33"/>
  </w:num>
  <w:num w:numId="39">
    <w:abstractNumId w:val="42"/>
  </w:num>
  <w:num w:numId="40">
    <w:abstractNumId w:val="12"/>
  </w:num>
  <w:num w:numId="41">
    <w:abstractNumId w:val="7"/>
  </w:num>
  <w:num w:numId="42">
    <w:abstractNumId w:val="18"/>
  </w:num>
  <w:num w:numId="43">
    <w:abstractNumId w:val="22"/>
  </w:num>
  <w:num w:numId="44">
    <w:abstractNumId w:val="5"/>
  </w:num>
  <w:num w:numId="45">
    <w:abstractNumId w:val="20"/>
  </w:num>
  <w:num w:numId="46">
    <w:abstractNumId w:val="0"/>
  </w:num>
  <w:num w:numId="47">
    <w:abstractNumId w:val="8"/>
  </w:num>
  <w:num w:numId="48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1675"/>
    <w:rsid w:val="00003AEF"/>
    <w:rsid w:val="00004B60"/>
    <w:rsid w:val="00006DAE"/>
    <w:rsid w:val="00007EA3"/>
    <w:rsid w:val="00007F11"/>
    <w:rsid w:val="000121A9"/>
    <w:rsid w:val="000129C3"/>
    <w:rsid w:val="00014137"/>
    <w:rsid w:val="00015CC3"/>
    <w:rsid w:val="000208C6"/>
    <w:rsid w:val="000229D0"/>
    <w:rsid w:val="00022C95"/>
    <w:rsid w:val="00022CFF"/>
    <w:rsid w:val="00023E6C"/>
    <w:rsid w:val="00026F8D"/>
    <w:rsid w:val="000275B0"/>
    <w:rsid w:val="000348D4"/>
    <w:rsid w:val="000356FE"/>
    <w:rsid w:val="00043A22"/>
    <w:rsid w:val="00043F50"/>
    <w:rsid w:val="00044F9F"/>
    <w:rsid w:val="00047260"/>
    <w:rsid w:val="00047EC0"/>
    <w:rsid w:val="00051EF1"/>
    <w:rsid w:val="00052ECF"/>
    <w:rsid w:val="000567F5"/>
    <w:rsid w:val="00061756"/>
    <w:rsid w:val="00061FCA"/>
    <w:rsid w:val="00066DC0"/>
    <w:rsid w:val="000679D2"/>
    <w:rsid w:val="0007288D"/>
    <w:rsid w:val="0007520F"/>
    <w:rsid w:val="000757CC"/>
    <w:rsid w:val="00081EE5"/>
    <w:rsid w:val="000857FA"/>
    <w:rsid w:val="00093F24"/>
    <w:rsid w:val="000960ED"/>
    <w:rsid w:val="00096D5B"/>
    <w:rsid w:val="00097517"/>
    <w:rsid w:val="000A0103"/>
    <w:rsid w:val="000A50D6"/>
    <w:rsid w:val="000A6A36"/>
    <w:rsid w:val="000B0770"/>
    <w:rsid w:val="000B335F"/>
    <w:rsid w:val="000C02CA"/>
    <w:rsid w:val="000C3512"/>
    <w:rsid w:val="000C65BB"/>
    <w:rsid w:val="000D2308"/>
    <w:rsid w:val="000D7F82"/>
    <w:rsid w:val="000E4839"/>
    <w:rsid w:val="000E73E0"/>
    <w:rsid w:val="000F23AF"/>
    <w:rsid w:val="000F28C1"/>
    <w:rsid w:val="000F7231"/>
    <w:rsid w:val="001003FD"/>
    <w:rsid w:val="001011FF"/>
    <w:rsid w:val="00107650"/>
    <w:rsid w:val="0011044B"/>
    <w:rsid w:val="00115CA5"/>
    <w:rsid w:val="001161F1"/>
    <w:rsid w:val="001174C5"/>
    <w:rsid w:val="00117A6B"/>
    <w:rsid w:val="00117C64"/>
    <w:rsid w:val="001200DE"/>
    <w:rsid w:val="00123040"/>
    <w:rsid w:val="00124964"/>
    <w:rsid w:val="00124BC2"/>
    <w:rsid w:val="00125AED"/>
    <w:rsid w:val="00132E36"/>
    <w:rsid w:val="00133B43"/>
    <w:rsid w:val="00133BCC"/>
    <w:rsid w:val="0013561E"/>
    <w:rsid w:val="00135DB0"/>
    <w:rsid w:val="00136068"/>
    <w:rsid w:val="001528E9"/>
    <w:rsid w:val="00153BE0"/>
    <w:rsid w:val="0015443C"/>
    <w:rsid w:val="0015448B"/>
    <w:rsid w:val="00154F56"/>
    <w:rsid w:val="00161734"/>
    <w:rsid w:val="001636E1"/>
    <w:rsid w:val="00163A0D"/>
    <w:rsid w:val="0016495D"/>
    <w:rsid w:val="00164B62"/>
    <w:rsid w:val="00165379"/>
    <w:rsid w:val="001658BF"/>
    <w:rsid w:val="00170E20"/>
    <w:rsid w:val="00171F12"/>
    <w:rsid w:val="00175161"/>
    <w:rsid w:val="00184458"/>
    <w:rsid w:val="0018554B"/>
    <w:rsid w:val="00185D11"/>
    <w:rsid w:val="00185EB5"/>
    <w:rsid w:val="0018779B"/>
    <w:rsid w:val="00193733"/>
    <w:rsid w:val="001957CA"/>
    <w:rsid w:val="00196CC5"/>
    <w:rsid w:val="001A11F5"/>
    <w:rsid w:val="001A16F5"/>
    <w:rsid w:val="001A2E6A"/>
    <w:rsid w:val="001A39AE"/>
    <w:rsid w:val="001A4DA5"/>
    <w:rsid w:val="001A6DDE"/>
    <w:rsid w:val="001B0226"/>
    <w:rsid w:val="001B15CB"/>
    <w:rsid w:val="001B1A26"/>
    <w:rsid w:val="001B3514"/>
    <w:rsid w:val="001B48F9"/>
    <w:rsid w:val="001B517E"/>
    <w:rsid w:val="001B7DEA"/>
    <w:rsid w:val="001C0A2D"/>
    <w:rsid w:val="001C2C0F"/>
    <w:rsid w:val="001D450F"/>
    <w:rsid w:val="001D52B7"/>
    <w:rsid w:val="001E2F0C"/>
    <w:rsid w:val="001F26B5"/>
    <w:rsid w:val="001F5E0E"/>
    <w:rsid w:val="00204737"/>
    <w:rsid w:val="0021171A"/>
    <w:rsid w:val="0021316F"/>
    <w:rsid w:val="00215325"/>
    <w:rsid w:val="00216E63"/>
    <w:rsid w:val="00217D3A"/>
    <w:rsid w:val="00221548"/>
    <w:rsid w:val="00224677"/>
    <w:rsid w:val="00225D36"/>
    <w:rsid w:val="00232497"/>
    <w:rsid w:val="00242637"/>
    <w:rsid w:val="00244EED"/>
    <w:rsid w:val="00245F77"/>
    <w:rsid w:val="0025203D"/>
    <w:rsid w:val="00255D9E"/>
    <w:rsid w:val="002566F8"/>
    <w:rsid w:val="00260CD7"/>
    <w:rsid w:val="00261503"/>
    <w:rsid w:val="0026218D"/>
    <w:rsid w:val="00275C34"/>
    <w:rsid w:val="00280358"/>
    <w:rsid w:val="0028159F"/>
    <w:rsid w:val="0028622D"/>
    <w:rsid w:val="00291C6F"/>
    <w:rsid w:val="00292F6C"/>
    <w:rsid w:val="002970D2"/>
    <w:rsid w:val="00297AD1"/>
    <w:rsid w:val="002A0DDB"/>
    <w:rsid w:val="002A69F6"/>
    <w:rsid w:val="002A7AF3"/>
    <w:rsid w:val="002A7B3B"/>
    <w:rsid w:val="002B09B1"/>
    <w:rsid w:val="002B4A9C"/>
    <w:rsid w:val="002B507B"/>
    <w:rsid w:val="002B6300"/>
    <w:rsid w:val="002C1CE3"/>
    <w:rsid w:val="002D79EB"/>
    <w:rsid w:val="002E2679"/>
    <w:rsid w:val="002E2EA8"/>
    <w:rsid w:val="002E35DA"/>
    <w:rsid w:val="002E58BC"/>
    <w:rsid w:val="002E5E24"/>
    <w:rsid w:val="002E6695"/>
    <w:rsid w:val="002F01AC"/>
    <w:rsid w:val="002F2276"/>
    <w:rsid w:val="002F50A6"/>
    <w:rsid w:val="002F5401"/>
    <w:rsid w:val="002F57E8"/>
    <w:rsid w:val="003007B4"/>
    <w:rsid w:val="00302874"/>
    <w:rsid w:val="00304A9E"/>
    <w:rsid w:val="003145C0"/>
    <w:rsid w:val="003149FE"/>
    <w:rsid w:val="00315D0B"/>
    <w:rsid w:val="00315D49"/>
    <w:rsid w:val="00320F30"/>
    <w:rsid w:val="00321FF4"/>
    <w:rsid w:val="0032461F"/>
    <w:rsid w:val="0033062A"/>
    <w:rsid w:val="00330797"/>
    <w:rsid w:val="00331185"/>
    <w:rsid w:val="00332635"/>
    <w:rsid w:val="00332927"/>
    <w:rsid w:val="00333BF5"/>
    <w:rsid w:val="00333F19"/>
    <w:rsid w:val="00337B10"/>
    <w:rsid w:val="00340694"/>
    <w:rsid w:val="00347876"/>
    <w:rsid w:val="0035029F"/>
    <w:rsid w:val="00353D97"/>
    <w:rsid w:val="003565B3"/>
    <w:rsid w:val="00357DED"/>
    <w:rsid w:val="00367310"/>
    <w:rsid w:val="00367787"/>
    <w:rsid w:val="00373960"/>
    <w:rsid w:val="00375468"/>
    <w:rsid w:val="00380C35"/>
    <w:rsid w:val="00383B56"/>
    <w:rsid w:val="003848BC"/>
    <w:rsid w:val="003850A8"/>
    <w:rsid w:val="00390C48"/>
    <w:rsid w:val="00390E1C"/>
    <w:rsid w:val="0039384F"/>
    <w:rsid w:val="00394234"/>
    <w:rsid w:val="0039439E"/>
    <w:rsid w:val="00396404"/>
    <w:rsid w:val="003A0AB1"/>
    <w:rsid w:val="003A12C6"/>
    <w:rsid w:val="003A17C7"/>
    <w:rsid w:val="003A2A96"/>
    <w:rsid w:val="003A3D03"/>
    <w:rsid w:val="003A40F9"/>
    <w:rsid w:val="003A4A68"/>
    <w:rsid w:val="003C0039"/>
    <w:rsid w:val="003C154B"/>
    <w:rsid w:val="003C1C88"/>
    <w:rsid w:val="003C2284"/>
    <w:rsid w:val="003C3FE6"/>
    <w:rsid w:val="003D0BF6"/>
    <w:rsid w:val="003D222F"/>
    <w:rsid w:val="003D2CC7"/>
    <w:rsid w:val="003D408D"/>
    <w:rsid w:val="003E2524"/>
    <w:rsid w:val="003E37B5"/>
    <w:rsid w:val="003F2232"/>
    <w:rsid w:val="003F7235"/>
    <w:rsid w:val="00401EB7"/>
    <w:rsid w:val="004034BE"/>
    <w:rsid w:val="00406A31"/>
    <w:rsid w:val="004104E4"/>
    <w:rsid w:val="00412A2C"/>
    <w:rsid w:val="00412D41"/>
    <w:rsid w:val="00423206"/>
    <w:rsid w:val="0042466B"/>
    <w:rsid w:val="004257B7"/>
    <w:rsid w:val="00425F7B"/>
    <w:rsid w:val="004265C6"/>
    <w:rsid w:val="00426EBD"/>
    <w:rsid w:val="00431934"/>
    <w:rsid w:val="00431D8A"/>
    <w:rsid w:val="00436822"/>
    <w:rsid w:val="00443568"/>
    <w:rsid w:val="00451FF1"/>
    <w:rsid w:val="00455729"/>
    <w:rsid w:val="00455C25"/>
    <w:rsid w:val="00455CDD"/>
    <w:rsid w:val="00456560"/>
    <w:rsid w:val="00457F67"/>
    <w:rsid w:val="00457F69"/>
    <w:rsid w:val="0046183B"/>
    <w:rsid w:val="00464E24"/>
    <w:rsid w:val="004657F3"/>
    <w:rsid w:val="004665FB"/>
    <w:rsid w:val="004711C1"/>
    <w:rsid w:val="00480729"/>
    <w:rsid w:val="00483020"/>
    <w:rsid w:val="00485911"/>
    <w:rsid w:val="00492833"/>
    <w:rsid w:val="00492F6D"/>
    <w:rsid w:val="0049516B"/>
    <w:rsid w:val="004A2130"/>
    <w:rsid w:val="004A3B69"/>
    <w:rsid w:val="004A4866"/>
    <w:rsid w:val="004A4A73"/>
    <w:rsid w:val="004B008C"/>
    <w:rsid w:val="004B01EE"/>
    <w:rsid w:val="004B0D40"/>
    <w:rsid w:val="004B13E1"/>
    <w:rsid w:val="004B1922"/>
    <w:rsid w:val="004B2DCF"/>
    <w:rsid w:val="004B2FAA"/>
    <w:rsid w:val="004B4EEA"/>
    <w:rsid w:val="004B6ED5"/>
    <w:rsid w:val="004C4621"/>
    <w:rsid w:val="004D0CCE"/>
    <w:rsid w:val="004D3956"/>
    <w:rsid w:val="004D53E5"/>
    <w:rsid w:val="004D6266"/>
    <w:rsid w:val="004D71AE"/>
    <w:rsid w:val="004E0089"/>
    <w:rsid w:val="004E0B83"/>
    <w:rsid w:val="004E20A5"/>
    <w:rsid w:val="004E2CE0"/>
    <w:rsid w:val="004E541F"/>
    <w:rsid w:val="004E7C91"/>
    <w:rsid w:val="004F0B76"/>
    <w:rsid w:val="004F2829"/>
    <w:rsid w:val="004F44D7"/>
    <w:rsid w:val="004F7737"/>
    <w:rsid w:val="005001F2"/>
    <w:rsid w:val="00503B10"/>
    <w:rsid w:val="00503F18"/>
    <w:rsid w:val="0050421A"/>
    <w:rsid w:val="005061BE"/>
    <w:rsid w:val="0051034E"/>
    <w:rsid w:val="0051145B"/>
    <w:rsid w:val="00511F92"/>
    <w:rsid w:val="00512EE6"/>
    <w:rsid w:val="0051512E"/>
    <w:rsid w:val="005234F8"/>
    <w:rsid w:val="0052424D"/>
    <w:rsid w:val="00525DE8"/>
    <w:rsid w:val="00527126"/>
    <w:rsid w:val="005309E1"/>
    <w:rsid w:val="00531126"/>
    <w:rsid w:val="005321A9"/>
    <w:rsid w:val="00532B56"/>
    <w:rsid w:val="00533C2A"/>
    <w:rsid w:val="00534647"/>
    <w:rsid w:val="005366EB"/>
    <w:rsid w:val="00541F83"/>
    <w:rsid w:val="00545D85"/>
    <w:rsid w:val="005460EE"/>
    <w:rsid w:val="0055067F"/>
    <w:rsid w:val="00550886"/>
    <w:rsid w:val="00550EB3"/>
    <w:rsid w:val="005613A8"/>
    <w:rsid w:val="00561BC3"/>
    <w:rsid w:val="00561F08"/>
    <w:rsid w:val="005701AB"/>
    <w:rsid w:val="005708F8"/>
    <w:rsid w:val="0057418E"/>
    <w:rsid w:val="005764C4"/>
    <w:rsid w:val="00577AE4"/>
    <w:rsid w:val="00580394"/>
    <w:rsid w:val="00581A0C"/>
    <w:rsid w:val="00582254"/>
    <w:rsid w:val="00590B7A"/>
    <w:rsid w:val="00591156"/>
    <w:rsid w:val="00592B81"/>
    <w:rsid w:val="005962BD"/>
    <w:rsid w:val="005973F4"/>
    <w:rsid w:val="005A022D"/>
    <w:rsid w:val="005A1260"/>
    <w:rsid w:val="005A1292"/>
    <w:rsid w:val="005A5DC1"/>
    <w:rsid w:val="005A6828"/>
    <w:rsid w:val="005A7048"/>
    <w:rsid w:val="005A7541"/>
    <w:rsid w:val="005B18C0"/>
    <w:rsid w:val="005B1ACC"/>
    <w:rsid w:val="005B2660"/>
    <w:rsid w:val="005B4543"/>
    <w:rsid w:val="005C2BB7"/>
    <w:rsid w:val="005C7660"/>
    <w:rsid w:val="005D55BD"/>
    <w:rsid w:val="005D6765"/>
    <w:rsid w:val="005E0C52"/>
    <w:rsid w:val="005E0D0F"/>
    <w:rsid w:val="005E2058"/>
    <w:rsid w:val="005E62A9"/>
    <w:rsid w:val="005E7B51"/>
    <w:rsid w:val="005F1A04"/>
    <w:rsid w:val="005F1F30"/>
    <w:rsid w:val="005F37C0"/>
    <w:rsid w:val="005F3F5D"/>
    <w:rsid w:val="00601AA8"/>
    <w:rsid w:val="0061552E"/>
    <w:rsid w:val="006170D6"/>
    <w:rsid w:val="006214B8"/>
    <w:rsid w:val="006261F1"/>
    <w:rsid w:val="00627612"/>
    <w:rsid w:val="00630D0B"/>
    <w:rsid w:val="006311BA"/>
    <w:rsid w:val="00635A78"/>
    <w:rsid w:val="00637CD1"/>
    <w:rsid w:val="00637D2E"/>
    <w:rsid w:val="00641934"/>
    <w:rsid w:val="006423C7"/>
    <w:rsid w:val="006459B7"/>
    <w:rsid w:val="00651B7C"/>
    <w:rsid w:val="00660D4F"/>
    <w:rsid w:val="006611AA"/>
    <w:rsid w:val="00664FFB"/>
    <w:rsid w:val="00672634"/>
    <w:rsid w:val="00672BFC"/>
    <w:rsid w:val="00674328"/>
    <w:rsid w:val="0067481C"/>
    <w:rsid w:val="006806B9"/>
    <w:rsid w:val="00684778"/>
    <w:rsid w:val="0068497C"/>
    <w:rsid w:val="00685839"/>
    <w:rsid w:val="00685D8C"/>
    <w:rsid w:val="00685F93"/>
    <w:rsid w:val="0068766D"/>
    <w:rsid w:val="00693242"/>
    <w:rsid w:val="006A5596"/>
    <w:rsid w:val="006A7907"/>
    <w:rsid w:val="006B19DC"/>
    <w:rsid w:val="006B2C60"/>
    <w:rsid w:val="006B36E7"/>
    <w:rsid w:val="006B3B6B"/>
    <w:rsid w:val="006B599F"/>
    <w:rsid w:val="006B79B9"/>
    <w:rsid w:val="006C154F"/>
    <w:rsid w:val="006C2888"/>
    <w:rsid w:val="006C5DDE"/>
    <w:rsid w:val="006D0321"/>
    <w:rsid w:val="006D1472"/>
    <w:rsid w:val="006D2F28"/>
    <w:rsid w:val="006D41CE"/>
    <w:rsid w:val="006E0584"/>
    <w:rsid w:val="006E0EFB"/>
    <w:rsid w:val="006E4C13"/>
    <w:rsid w:val="006E64AC"/>
    <w:rsid w:val="006F0BE3"/>
    <w:rsid w:val="006F15DB"/>
    <w:rsid w:val="006F1A7D"/>
    <w:rsid w:val="006F5AAE"/>
    <w:rsid w:val="006F67DA"/>
    <w:rsid w:val="006F7F8C"/>
    <w:rsid w:val="00712109"/>
    <w:rsid w:val="00712A80"/>
    <w:rsid w:val="00712FBC"/>
    <w:rsid w:val="007139B5"/>
    <w:rsid w:val="00725110"/>
    <w:rsid w:val="0073605A"/>
    <w:rsid w:val="007460D1"/>
    <w:rsid w:val="007501CD"/>
    <w:rsid w:val="007540F5"/>
    <w:rsid w:val="007547B2"/>
    <w:rsid w:val="00755383"/>
    <w:rsid w:val="007616D3"/>
    <w:rsid w:val="0076690F"/>
    <w:rsid w:val="00770266"/>
    <w:rsid w:val="00770566"/>
    <w:rsid w:val="00772B2B"/>
    <w:rsid w:val="00773229"/>
    <w:rsid w:val="00775F5F"/>
    <w:rsid w:val="00780995"/>
    <w:rsid w:val="00783B4A"/>
    <w:rsid w:val="00785248"/>
    <w:rsid w:val="00785316"/>
    <w:rsid w:val="00794769"/>
    <w:rsid w:val="00797BB6"/>
    <w:rsid w:val="007A0330"/>
    <w:rsid w:val="007A0859"/>
    <w:rsid w:val="007A4CBB"/>
    <w:rsid w:val="007A5E8A"/>
    <w:rsid w:val="007B34FF"/>
    <w:rsid w:val="007B37FB"/>
    <w:rsid w:val="007B7774"/>
    <w:rsid w:val="007B7B2D"/>
    <w:rsid w:val="007C34F7"/>
    <w:rsid w:val="007C379D"/>
    <w:rsid w:val="007D07B1"/>
    <w:rsid w:val="007D095D"/>
    <w:rsid w:val="007D0BF7"/>
    <w:rsid w:val="007D7A87"/>
    <w:rsid w:val="007E1D11"/>
    <w:rsid w:val="007E3B61"/>
    <w:rsid w:val="007E6C56"/>
    <w:rsid w:val="007E6E02"/>
    <w:rsid w:val="007E7B37"/>
    <w:rsid w:val="007E7E19"/>
    <w:rsid w:val="007F4965"/>
    <w:rsid w:val="00801350"/>
    <w:rsid w:val="00801F1F"/>
    <w:rsid w:val="0080317E"/>
    <w:rsid w:val="00803A9C"/>
    <w:rsid w:val="00805136"/>
    <w:rsid w:val="0081116F"/>
    <w:rsid w:val="008178E6"/>
    <w:rsid w:val="0082113A"/>
    <w:rsid w:val="00830B4A"/>
    <w:rsid w:val="00830F35"/>
    <w:rsid w:val="0083137A"/>
    <w:rsid w:val="00844901"/>
    <w:rsid w:val="00845857"/>
    <w:rsid w:val="00853C56"/>
    <w:rsid w:val="0085690F"/>
    <w:rsid w:val="00856A52"/>
    <w:rsid w:val="0085763A"/>
    <w:rsid w:val="00857E43"/>
    <w:rsid w:val="00865AE9"/>
    <w:rsid w:val="00870D04"/>
    <w:rsid w:val="00872021"/>
    <w:rsid w:val="0087234D"/>
    <w:rsid w:val="00873500"/>
    <w:rsid w:val="00877662"/>
    <w:rsid w:val="00880990"/>
    <w:rsid w:val="00885E8C"/>
    <w:rsid w:val="008960C4"/>
    <w:rsid w:val="008A530E"/>
    <w:rsid w:val="008A5468"/>
    <w:rsid w:val="008A55A0"/>
    <w:rsid w:val="008A58CF"/>
    <w:rsid w:val="008B2EFE"/>
    <w:rsid w:val="008B3B5E"/>
    <w:rsid w:val="008B461C"/>
    <w:rsid w:val="008B5BA3"/>
    <w:rsid w:val="008B67F3"/>
    <w:rsid w:val="008C01A1"/>
    <w:rsid w:val="008C28A3"/>
    <w:rsid w:val="008D1BB1"/>
    <w:rsid w:val="008E255C"/>
    <w:rsid w:val="008E2656"/>
    <w:rsid w:val="008E4D89"/>
    <w:rsid w:val="008E6426"/>
    <w:rsid w:val="008F271D"/>
    <w:rsid w:val="008F5158"/>
    <w:rsid w:val="0090518F"/>
    <w:rsid w:val="009106F6"/>
    <w:rsid w:val="009116FA"/>
    <w:rsid w:val="00913D6C"/>
    <w:rsid w:val="00915A74"/>
    <w:rsid w:val="0092041C"/>
    <w:rsid w:val="00920A73"/>
    <w:rsid w:val="009231C8"/>
    <w:rsid w:val="00924A0F"/>
    <w:rsid w:val="00926DBD"/>
    <w:rsid w:val="00930AA9"/>
    <w:rsid w:val="00932BFF"/>
    <w:rsid w:val="00934537"/>
    <w:rsid w:val="0093651D"/>
    <w:rsid w:val="00940306"/>
    <w:rsid w:val="009404AE"/>
    <w:rsid w:val="00941B3A"/>
    <w:rsid w:val="00941C8E"/>
    <w:rsid w:val="00943075"/>
    <w:rsid w:val="0094502C"/>
    <w:rsid w:val="00946EB3"/>
    <w:rsid w:val="009479F4"/>
    <w:rsid w:val="00947D8D"/>
    <w:rsid w:val="00950208"/>
    <w:rsid w:val="00951099"/>
    <w:rsid w:val="009571D3"/>
    <w:rsid w:val="00957D6C"/>
    <w:rsid w:val="0096720E"/>
    <w:rsid w:val="009732C1"/>
    <w:rsid w:val="009738DA"/>
    <w:rsid w:val="00973CA8"/>
    <w:rsid w:val="00975144"/>
    <w:rsid w:val="0098386F"/>
    <w:rsid w:val="00984C93"/>
    <w:rsid w:val="00985403"/>
    <w:rsid w:val="009859EF"/>
    <w:rsid w:val="00985A9C"/>
    <w:rsid w:val="00987101"/>
    <w:rsid w:val="009873A5"/>
    <w:rsid w:val="009930CE"/>
    <w:rsid w:val="0099417F"/>
    <w:rsid w:val="009951D3"/>
    <w:rsid w:val="0099666A"/>
    <w:rsid w:val="00997CAD"/>
    <w:rsid w:val="009A2EE5"/>
    <w:rsid w:val="009B0498"/>
    <w:rsid w:val="009B04EC"/>
    <w:rsid w:val="009B1A94"/>
    <w:rsid w:val="009B3CD6"/>
    <w:rsid w:val="009B54BE"/>
    <w:rsid w:val="009C0CE0"/>
    <w:rsid w:val="009C624A"/>
    <w:rsid w:val="009C7028"/>
    <w:rsid w:val="009D15D4"/>
    <w:rsid w:val="009D59DB"/>
    <w:rsid w:val="009D5C68"/>
    <w:rsid w:val="009D6C6F"/>
    <w:rsid w:val="009D7193"/>
    <w:rsid w:val="009E142B"/>
    <w:rsid w:val="009E1C3C"/>
    <w:rsid w:val="009E2023"/>
    <w:rsid w:val="009E5F06"/>
    <w:rsid w:val="009E724C"/>
    <w:rsid w:val="009E7A72"/>
    <w:rsid w:val="009E7B88"/>
    <w:rsid w:val="009F0578"/>
    <w:rsid w:val="00A00229"/>
    <w:rsid w:val="00A01648"/>
    <w:rsid w:val="00A02960"/>
    <w:rsid w:val="00A02DA8"/>
    <w:rsid w:val="00A0488E"/>
    <w:rsid w:val="00A178DA"/>
    <w:rsid w:val="00A237DB"/>
    <w:rsid w:val="00A24CF0"/>
    <w:rsid w:val="00A30819"/>
    <w:rsid w:val="00A31026"/>
    <w:rsid w:val="00A362D9"/>
    <w:rsid w:val="00A3798D"/>
    <w:rsid w:val="00A41529"/>
    <w:rsid w:val="00A43543"/>
    <w:rsid w:val="00A44A1B"/>
    <w:rsid w:val="00A476DA"/>
    <w:rsid w:val="00A47C91"/>
    <w:rsid w:val="00A5742A"/>
    <w:rsid w:val="00A57924"/>
    <w:rsid w:val="00A57BE0"/>
    <w:rsid w:val="00A600E5"/>
    <w:rsid w:val="00A6526F"/>
    <w:rsid w:val="00A7189F"/>
    <w:rsid w:val="00A723F8"/>
    <w:rsid w:val="00A81E2D"/>
    <w:rsid w:val="00A851B6"/>
    <w:rsid w:val="00A86A5A"/>
    <w:rsid w:val="00A912BF"/>
    <w:rsid w:val="00A9562A"/>
    <w:rsid w:val="00A97FAA"/>
    <w:rsid w:val="00AA3C8C"/>
    <w:rsid w:val="00AA567D"/>
    <w:rsid w:val="00AA769E"/>
    <w:rsid w:val="00AB101B"/>
    <w:rsid w:val="00AB1986"/>
    <w:rsid w:val="00AB480E"/>
    <w:rsid w:val="00AB4ECB"/>
    <w:rsid w:val="00AC01F2"/>
    <w:rsid w:val="00AC10B6"/>
    <w:rsid w:val="00AC3151"/>
    <w:rsid w:val="00AC4AB7"/>
    <w:rsid w:val="00AC6E62"/>
    <w:rsid w:val="00AC700D"/>
    <w:rsid w:val="00AD38EE"/>
    <w:rsid w:val="00AD4128"/>
    <w:rsid w:val="00AE01FC"/>
    <w:rsid w:val="00AE2FCD"/>
    <w:rsid w:val="00AE4CB2"/>
    <w:rsid w:val="00AE71D6"/>
    <w:rsid w:val="00AF0662"/>
    <w:rsid w:val="00AF39C4"/>
    <w:rsid w:val="00AF435F"/>
    <w:rsid w:val="00AF4C58"/>
    <w:rsid w:val="00AF6647"/>
    <w:rsid w:val="00AF6E94"/>
    <w:rsid w:val="00AF6ED1"/>
    <w:rsid w:val="00B00C57"/>
    <w:rsid w:val="00B014D6"/>
    <w:rsid w:val="00B0303A"/>
    <w:rsid w:val="00B10012"/>
    <w:rsid w:val="00B12889"/>
    <w:rsid w:val="00B141AC"/>
    <w:rsid w:val="00B155E6"/>
    <w:rsid w:val="00B160B8"/>
    <w:rsid w:val="00B23113"/>
    <w:rsid w:val="00B23461"/>
    <w:rsid w:val="00B23598"/>
    <w:rsid w:val="00B26B13"/>
    <w:rsid w:val="00B32B0A"/>
    <w:rsid w:val="00B402AC"/>
    <w:rsid w:val="00B404D8"/>
    <w:rsid w:val="00B42FF6"/>
    <w:rsid w:val="00B50B94"/>
    <w:rsid w:val="00B5182B"/>
    <w:rsid w:val="00B51A63"/>
    <w:rsid w:val="00B51BFF"/>
    <w:rsid w:val="00B51D97"/>
    <w:rsid w:val="00B5285A"/>
    <w:rsid w:val="00B55B6F"/>
    <w:rsid w:val="00B57590"/>
    <w:rsid w:val="00B61055"/>
    <w:rsid w:val="00B611DB"/>
    <w:rsid w:val="00B63B7E"/>
    <w:rsid w:val="00B63BAF"/>
    <w:rsid w:val="00B66AF6"/>
    <w:rsid w:val="00B671B3"/>
    <w:rsid w:val="00B716E4"/>
    <w:rsid w:val="00B72085"/>
    <w:rsid w:val="00B7368F"/>
    <w:rsid w:val="00B739B8"/>
    <w:rsid w:val="00B75A50"/>
    <w:rsid w:val="00B80638"/>
    <w:rsid w:val="00B826E7"/>
    <w:rsid w:val="00B85B14"/>
    <w:rsid w:val="00B86071"/>
    <w:rsid w:val="00B93DB3"/>
    <w:rsid w:val="00B9524F"/>
    <w:rsid w:val="00BA0E23"/>
    <w:rsid w:val="00BA4415"/>
    <w:rsid w:val="00BA678F"/>
    <w:rsid w:val="00BB28A7"/>
    <w:rsid w:val="00BB3BE3"/>
    <w:rsid w:val="00BC0508"/>
    <w:rsid w:val="00BC16D1"/>
    <w:rsid w:val="00BC18CE"/>
    <w:rsid w:val="00BC54C0"/>
    <w:rsid w:val="00BD0A97"/>
    <w:rsid w:val="00BD31F0"/>
    <w:rsid w:val="00BD6590"/>
    <w:rsid w:val="00BD76FE"/>
    <w:rsid w:val="00BE4DE0"/>
    <w:rsid w:val="00BE673E"/>
    <w:rsid w:val="00BF2F36"/>
    <w:rsid w:val="00BF5326"/>
    <w:rsid w:val="00BF56F4"/>
    <w:rsid w:val="00BF757E"/>
    <w:rsid w:val="00BF7E05"/>
    <w:rsid w:val="00C0388C"/>
    <w:rsid w:val="00C04D28"/>
    <w:rsid w:val="00C04EB9"/>
    <w:rsid w:val="00C068A7"/>
    <w:rsid w:val="00C129A5"/>
    <w:rsid w:val="00C1704D"/>
    <w:rsid w:val="00C20981"/>
    <w:rsid w:val="00C23A2A"/>
    <w:rsid w:val="00C30D90"/>
    <w:rsid w:val="00C33BE6"/>
    <w:rsid w:val="00C34F8E"/>
    <w:rsid w:val="00C36B7D"/>
    <w:rsid w:val="00C43A25"/>
    <w:rsid w:val="00C45566"/>
    <w:rsid w:val="00C459DE"/>
    <w:rsid w:val="00C46EB3"/>
    <w:rsid w:val="00C52BA4"/>
    <w:rsid w:val="00C57835"/>
    <w:rsid w:val="00C624EE"/>
    <w:rsid w:val="00C629A1"/>
    <w:rsid w:val="00C644DF"/>
    <w:rsid w:val="00C70083"/>
    <w:rsid w:val="00C75D2A"/>
    <w:rsid w:val="00C769D5"/>
    <w:rsid w:val="00C83846"/>
    <w:rsid w:val="00C874C7"/>
    <w:rsid w:val="00C904BC"/>
    <w:rsid w:val="00C92441"/>
    <w:rsid w:val="00C92E8D"/>
    <w:rsid w:val="00C959AF"/>
    <w:rsid w:val="00CA042A"/>
    <w:rsid w:val="00CA1936"/>
    <w:rsid w:val="00CA25AA"/>
    <w:rsid w:val="00CB3685"/>
    <w:rsid w:val="00CC028D"/>
    <w:rsid w:val="00CC5141"/>
    <w:rsid w:val="00CC6523"/>
    <w:rsid w:val="00CC703D"/>
    <w:rsid w:val="00CD14C6"/>
    <w:rsid w:val="00CD3DF0"/>
    <w:rsid w:val="00CD4BCB"/>
    <w:rsid w:val="00CD7F1F"/>
    <w:rsid w:val="00CE0FBF"/>
    <w:rsid w:val="00CE1EB7"/>
    <w:rsid w:val="00CE2592"/>
    <w:rsid w:val="00CE746E"/>
    <w:rsid w:val="00CF00D8"/>
    <w:rsid w:val="00CF13FC"/>
    <w:rsid w:val="00CF232D"/>
    <w:rsid w:val="00CF29B2"/>
    <w:rsid w:val="00CF639B"/>
    <w:rsid w:val="00CF68DD"/>
    <w:rsid w:val="00D017DC"/>
    <w:rsid w:val="00D03D1F"/>
    <w:rsid w:val="00D070C8"/>
    <w:rsid w:val="00D07ED7"/>
    <w:rsid w:val="00D11518"/>
    <w:rsid w:val="00D13998"/>
    <w:rsid w:val="00D145D3"/>
    <w:rsid w:val="00D20EE6"/>
    <w:rsid w:val="00D25492"/>
    <w:rsid w:val="00D2664C"/>
    <w:rsid w:val="00D33F67"/>
    <w:rsid w:val="00D3418E"/>
    <w:rsid w:val="00D409FC"/>
    <w:rsid w:val="00D44BA4"/>
    <w:rsid w:val="00D51C07"/>
    <w:rsid w:val="00D5315B"/>
    <w:rsid w:val="00D5343D"/>
    <w:rsid w:val="00D55337"/>
    <w:rsid w:val="00D5537E"/>
    <w:rsid w:val="00D5707F"/>
    <w:rsid w:val="00D61BC6"/>
    <w:rsid w:val="00D6294A"/>
    <w:rsid w:val="00D70108"/>
    <w:rsid w:val="00D7014F"/>
    <w:rsid w:val="00D74F21"/>
    <w:rsid w:val="00D92750"/>
    <w:rsid w:val="00D92B67"/>
    <w:rsid w:val="00D93545"/>
    <w:rsid w:val="00D9416B"/>
    <w:rsid w:val="00D95C6F"/>
    <w:rsid w:val="00DA09CB"/>
    <w:rsid w:val="00DA0E1B"/>
    <w:rsid w:val="00DA2F14"/>
    <w:rsid w:val="00DA446C"/>
    <w:rsid w:val="00DA5B9D"/>
    <w:rsid w:val="00DB042D"/>
    <w:rsid w:val="00DB1888"/>
    <w:rsid w:val="00DB26AB"/>
    <w:rsid w:val="00DB38A1"/>
    <w:rsid w:val="00DB50B6"/>
    <w:rsid w:val="00DB5E2C"/>
    <w:rsid w:val="00DB68D4"/>
    <w:rsid w:val="00DC1E3F"/>
    <w:rsid w:val="00DC5341"/>
    <w:rsid w:val="00DD1B4C"/>
    <w:rsid w:val="00DD361C"/>
    <w:rsid w:val="00DD5147"/>
    <w:rsid w:val="00DD5ED8"/>
    <w:rsid w:val="00DE33FC"/>
    <w:rsid w:val="00DE4295"/>
    <w:rsid w:val="00DE5396"/>
    <w:rsid w:val="00DE72A4"/>
    <w:rsid w:val="00DF0112"/>
    <w:rsid w:val="00DF3D12"/>
    <w:rsid w:val="00DF44BD"/>
    <w:rsid w:val="00DF7FBA"/>
    <w:rsid w:val="00E02C95"/>
    <w:rsid w:val="00E03CA7"/>
    <w:rsid w:val="00E04180"/>
    <w:rsid w:val="00E04C09"/>
    <w:rsid w:val="00E06B02"/>
    <w:rsid w:val="00E11945"/>
    <w:rsid w:val="00E11C5E"/>
    <w:rsid w:val="00E1237C"/>
    <w:rsid w:val="00E167BB"/>
    <w:rsid w:val="00E2189F"/>
    <w:rsid w:val="00E22AC5"/>
    <w:rsid w:val="00E247CA"/>
    <w:rsid w:val="00E24B47"/>
    <w:rsid w:val="00E4559C"/>
    <w:rsid w:val="00E46B76"/>
    <w:rsid w:val="00E537A3"/>
    <w:rsid w:val="00E546A3"/>
    <w:rsid w:val="00E567A1"/>
    <w:rsid w:val="00E6215B"/>
    <w:rsid w:val="00E64C25"/>
    <w:rsid w:val="00E668C8"/>
    <w:rsid w:val="00E67199"/>
    <w:rsid w:val="00E67777"/>
    <w:rsid w:val="00E7159B"/>
    <w:rsid w:val="00E736EA"/>
    <w:rsid w:val="00E75081"/>
    <w:rsid w:val="00E82372"/>
    <w:rsid w:val="00E82D6C"/>
    <w:rsid w:val="00E84021"/>
    <w:rsid w:val="00E8529F"/>
    <w:rsid w:val="00E924ED"/>
    <w:rsid w:val="00EA3204"/>
    <w:rsid w:val="00EA5D98"/>
    <w:rsid w:val="00EA704E"/>
    <w:rsid w:val="00EA7A2C"/>
    <w:rsid w:val="00EB1C5F"/>
    <w:rsid w:val="00EB4A18"/>
    <w:rsid w:val="00EC3C46"/>
    <w:rsid w:val="00EC5041"/>
    <w:rsid w:val="00EC645C"/>
    <w:rsid w:val="00EC7DBE"/>
    <w:rsid w:val="00ED14B2"/>
    <w:rsid w:val="00ED2BD2"/>
    <w:rsid w:val="00ED30D6"/>
    <w:rsid w:val="00ED340F"/>
    <w:rsid w:val="00ED56CE"/>
    <w:rsid w:val="00EE1140"/>
    <w:rsid w:val="00EF15C7"/>
    <w:rsid w:val="00EF16C8"/>
    <w:rsid w:val="00EF1901"/>
    <w:rsid w:val="00EF312C"/>
    <w:rsid w:val="00EF3999"/>
    <w:rsid w:val="00F10DE6"/>
    <w:rsid w:val="00F17AB0"/>
    <w:rsid w:val="00F20A26"/>
    <w:rsid w:val="00F25875"/>
    <w:rsid w:val="00F27A6F"/>
    <w:rsid w:val="00F3144B"/>
    <w:rsid w:val="00F31CFC"/>
    <w:rsid w:val="00F324CB"/>
    <w:rsid w:val="00F32B64"/>
    <w:rsid w:val="00F37156"/>
    <w:rsid w:val="00F37F9E"/>
    <w:rsid w:val="00F42607"/>
    <w:rsid w:val="00F50864"/>
    <w:rsid w:val="00F50DB5"/>
    <w:rsid w:val="00F53C04"/>
    <w:rsid w:val="00F55B8C"/>
    <w:rsid w:val="00F6365D"/>
    <w:rsid w:val="00F67222"/>
    <w:rsid w:val="00F738CB"/>
    <w:rsid w:val="00F744FB"/>
    <w:rsid w:val="00F746FF"/>
    <w:rsid w:val="00F83632"/>
    <w:rsid w:val="00F855F9"/>
    <w:rsid w:val="00F85A8D"/>
    <w:rsid w:val="00F871E5"/>
    <w:rsid w:val="00F9254B"/>
    <w:rsid w:val="00F93970"/>
    <w:rsid w:val="00F951F6"/>
    <w:rsid w:val="00F95C7C"/>
    <w:rsid w:val="00F97532"/>
    <w:rsid w:val="00FB374F"/>
    <w:rsid w:val="00FC1ED6"/>
    <w:rsid w:val="00FD0A09"/>
    <w:rsid w:val="00FD0B4B"/>
    <w:rsid w:val="00FD1116"/>
    <w:rsid w:val="00FE04DD"/>
    <w:rsid w:val="00FE5CF1"/>
    <w:rsid w:val="00FE6E55"/>
    <w:rsid w:val="00FF387A"/>
    <w:rsid w:val="00FF6C1B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3DFFDCD-5C13-49FA-BEE6-C3E86335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uiPriority w:val="99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0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Bekezds">
    <w:name w:val="Bekezdés"/>
    <w:basedOn w:val="Norml"/>
    <w:rsid w:val="0085763A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character" w:styleId="Jegyzethivatkozs">
    <w:name w:val="annotation reference"/>
    <w:basedOn w:val="Bekezdsalapbettpusa"/>
    <w:rsid w:val="009C0CE0"/>
    <w:rPr>
      <w:sz w:val="16"/>
      <w:szCs w:val="16"/>
    </w:rPr>
  </w:style>
  <w:style w:type="paragraph" w:styleId="Jegyzetszveg">
    <w:name w:val="annotation text"/>
    <w:basedOn w:val="Norml"/>
    <w:link w:val="JegyzetszvegChar"/>
    <w:rsid w:val="009C0CE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9C0CE0"/>
  </w:style>
  <w:style w:type="paragraph" w:styleId="Megjegyzstrgya">
    <w:name w:val="annotation subject"/>
    <w:basedOn w:val="Jegyzetszveg"/>
    <w:next w:val="Jegyzetszveg"/>
    <w:link w:val="MegjegyzstrgyaChar"/>
    <w:rsid w:val="009C0CE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9C0CE0"/>
    <w:rPr>
      <w:b/>
      <w:bCs/>
    </w:rPr>
  </w:style>
  <w:style w:type="paragraph" w:customStyle="1" w:styleId="VastagCm">
    <w:name w:val="VastagCím"/>
    <w:basedOn w:val="Norml"/>
    <w:rsid w:val="00946EB3"/>
    <w:pPr>
      <w:keepNext/>
      <w:keepLines/>
      <w:overflowPunct w:val="0"/>
      <w:autoSpaceDE w:val="0"/>
      <w:autoSpaceDN w:val="0"/>
      <w:adjustRightInd w:val="0"/>
      <w:spacing w:before="480" w:after="240"/>
      <w:jc w:val="center"/>
      <w:textAlignment w:val="baseline"/>
    </w:pPr>
    <w:rPr>
      <w:rFonts w:ascii="H-Times-Roman" w:hAnsi="H-Times-Roman"/>
      <w:b/>
      <w:szCs w:val="20"/>
      <w:lang w:val="da-DK"/>
    </w:rPr>
  </w:style>
  <w:style w:type="paragraph" w:customStyle="1" w:styleId="CharChar1Char1">
    <w:name w:val="Char Char1 Char"/>
    <w:basedOn w:val="Norml"/>
    <w:rsid w:val="00022C95"/>
    <w:pPr>
      <w:spacing w:after="160" w:line="240" w:lineRule="exact"/>
    </w:pPr>
    <w:rPr>
      <w:rFonts w:ascii="Calibri" w:eastAsia="Cambria" w:hAnsi="Calibri" w:cs="MS Mincho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1</TotalTime>
  <Pages>2</Pages>
  <Words>437</Words>
  <Characters>3115</Characters>
  <Application>Microsoft Office Word</Application>
  <DocSecurity>4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3545</CharactersWithSpaces>
  <SharedDoc>false</SharedDoc>
  <HLinks>
    <vt:vector size="6" baseType="variant">
      <vt:variant>
        <vt:i4>3014702</vt:i4>
      </vt:variant>
      <vt:variant>
        <vt:i4>0</vt:i4>
      </vt:variant>
      <vt:variant>
        <vt:i4>0</vt:i4>
      </vt:variant>
      <vt:variant>
        <vt:i4>5</vt:i4>
      </vt:variant>
      <vt:variant>
        <vt:lpwstr>https://cegled.asp.lgov.hu/cegledi-hirmondo</vt:lpwstr>
      </vt:variant>
      <vt:variant>
        <vt:lpwstr>2022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Sipos Ágnes</cp:lastModifiedBy>
  <cp:revision>2</cp:revision>
  <cp:lastPrinted>2023-03-06T08:40:00Z</cp:lastPrinted>
  <dcterms:created xsi:type="dcterms:W3CDTF">2025-10-03T10:55:00Z</dcterms:created>
  <dcterms:modified xsi:type="dcterms:W3CDTF">2025-10-03T10:55:00Z</dcterms:modified>
</cp:coreProperties>
</file>